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64" w:rsidRPr="00D35A0D" w:rsidRDefault="00864264">
      <w:pPr>
        <w:pStyle w:val="Subtitle"/>
        <w:jc w:val="left"/>
        <w:rPr>
          <w:b w:val="0"/>
          <w:i w:val="0"/>
          <w:sz w:val="28"/>
          <w:szCs w:val="28"/>
        </w:rPr>
      </w:pPr>
    </w:p>
    <w:p w:rsidR="00864264" w:rsidRPr="00D35A0D" w:rsidRDefault="00D72BB4">
      <w:pPr>
        <w:pStyle w:val="Subtitle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P</w:t>
      </w:r>
      <w:r w:rsidR="001954C1">
        <w:rPr>
          <w:i w:val="0"/>
          <w:sz w:val="28"/>
          <w:szCs w:val="28"/>
        </w:rPr>
        <w:t>4</w:t>
      </w:r>
      <w:r w:rsidR="002446AB">
        <w:rPr>
          <w:i w:val="0"/>
          <w:sz w:val="28"/>
          <w:szCs w:val="28"/>
        </w:rPr>
        <w:t>2</w:t>
      </w:r>
      <w:r w:rsidR="001954C1">
        <w:rPr>
          <w:i w:val="0"/>
          <w:sz w:val="28"/>
          <w:szCs w:val="28"/>
        </w:rPr>
        <w:t>5</w:t>
      </w:r>
      <w:r w:rsidR="00864264" w:rsidRPr="00D35A0D">
        <w:rPr>
          <w:i w:val="0"/>
          <w:sz w:val="28"/>
          <w:szCs w:val="28"/>
        </w:rPr>
        <w:t>/</w:t>
      </w:r>
      <w:bookmarkStart w:id="0" w:name="_Hlt484490910"/>
      <w:bookmarkEnd w:id="0"/>
      <w:r w:rsidR="0054598A">
        <w:rPr>
          <w:i w:val="0"/>
          <w:sz w:val="28"/>
          <w:szCs w:val="28"/>
        </w:rPr>
        <w:t>1</w:t>
      </w:r>
    </w:p>
    <w:p w:rsidR="00864264" w:rsidRPr="00D35A0D" w:rsidRDefault="00C663C1">
      <w:pPr>
        <w:pStyle w:val="Subtitle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PURE MATHEMATICS</w:t>
      </w:r>
      <w:r w:rsidR="00C74DE9" w:rsidRPr="00D35A0D">
        <w:rPr>
          <w:i w:val="0"/>
          <w:sz w:val="28"/>
          <w:szCs w:val="28"/>
        </w:rPr>
        <w:t xml:space="preserve"> </w:t>
      </w:r>
      <w:r w:rsidR="00864264" w:rsidRPr="00D35A0D">
        <w:rPr>
          <w:i w:val="0"/>
          <w:sz w:val="28"/>
          <w:szCs w:val="28"/>
        </w:rPr>
        <w:t xml:space="preserve"> </w:t>
      </w:r>
    </w:p>
    <w:p w:rsidR="00864264" w:rsidRPr="00D35A0D" w:rsidRDefault="0054598A">
      <w:pPr>
        <w:pStyle w:val="Subtitle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AUG</w:t>
      </w:r>
      <w:r w:rsidR="00DB2856">
        <w:rPr>
          <w:i w:val="0"/>
          <w:sz w:val="28"/>
          <w:szCs w:val="28"/>
        </w:rPr>
        <w:t>UST</w:t>
      </w:r>
      <w:r>
        <w:rPr>
          <w:i w:val="0"/>
          <w:sz w:val="28"/>
          <w:szCs w:val="28"/>
        </w:rPr>
        <w:t xml:space="preserve"> -</w:t>
      </w:r>
      <w:r w:rsidR="00895D76" w:rsidRPr="00D35A0D">
        <w:rPr>
          <w:i w:val="0"/>
          <w:sz w:val="28"/>
          <w:szCs w:val="28"/>
        </w:rPr>
        <w:t xml:space="preserve"> 20</w:t>
      </w:r>
      <w:r w:rsidR="00793DA6">
        <w:rPr>
          <w:i w:val="0"/>
          <w:sz w:val="28"/>
          <w:szCs w:val="28"/>
        </w:rPr>
        <w:t>1</w:t>
      </w:r>
      <w:r w:rsidR="00865AE7">
        <w:rPr>
          <w:i w:val="0"/>
          <w:sz w:val="28"/>
          <w:szCs w:val="28"/>
        </w:rPr>
        <w:t>9</w:t>
      </w:r>
    </w:p>
    <w:p w:rsidR="00864264" w:rsidRPr="00D35A0D" w:rsidRDefault="00FF74FB">
      <w:pPr>
        <w:pStyle w:val="Subtitle"/>
        <w:jc w:val="left"/>
        <w:rPr>
          <w:b w:val="0"/>
          <w:i w:val="0"/>
          <w:sz w:val="28"/>
          <w:szCs w:val="28"/>
        </w:rPr>
      </w:pPr>
      <w:r>
        <w:rPr>
          <w:noProof/>
        </w:rPr>
        <w:t>3 HOURS</w:t>
      </w:r>
    </w:p>
    <w:p w:rsidR="00864264" w:rsidRPr="00D35A0D" w:rsidRDefault="00706533">
      <w:pPr>
        <w:pStyle w:val="Title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1804670</wp:posOffset>
            </wp:positionH>
            <wp:positionV relativeFrom="paragraph">
              <wp:posOffset>84455</wp:posOffset>
            </wp:positionV>
            <wp:extent cx="2695575" cy="2334895"/>
            <wp:effectExtent l="19050" t="0" r="9525" b="8255"/>
            <wp:wrapTight wrapText="bothSides">
              <wp:wrapPolygon edited="0">
                <wp:start x="6106" y="529"/>
                <wp:lineTo x="5037" y="705"/>
                <wp:lineTo x="1679" y="2820"/>
                <wp:lineTo x="1069" y="4406"/>
                <wp:lineTo x="153" y="6168"/>
                <wp:lineTo x="-153" y="10045"/>
                <wp:lineTo x="0" y="11807"/>
                <wp:lineTo x="1221" y="14627"/>
                <wp:lineTo x="1221" y="14980"/>
                <wp:lineTo x="4122" y="17447"/>
                <wp:lineTo x="4580" y="17623"/>
                <wp:lineTo x="16181" y="20267"/>
                <wp:lineTo x="18318" y="21676"/>
                <wp:lineTo x="18471" y="21676"/>
                <wp:lineTo x="20150" y="21676"/>
                <wp:lineTo x="20302" y="21676"/>
                <wp:lineTo x="20760" y="20443"/>
                <wp:lineTo x="20913" y="17623"/>
                <wp:lineTo x="20913" y="17447"/>
                <wp:lineTo x="21218" y="14803"/>
                <wp:lineTo x="21218" y="14627"/>
                <wp:lineTo x="21524" y="11984"/>
                <wp:lineTo x="21524" y="11807"/>
                <wp:lineTo x="21676" y="9340"/>
                <wp:lineTo x="21676" y="7754"/>
                <wp:lineTo x="21066" y="5639"/>
                <wp:lineTo x="20608" y="4758"/>
                <wp:lineTo x="19234" y="3348"/>
                <wp:lineTo x="19539" y="1410"/>
                <wp:lineTo x="16486" y="529"/>
                <wp:lineTo x="9006" y="529"/>
                <wp:lineTo x="6106" y="529"/>
              </wp:wrapPolygon>
            </wp:wrapTight>
            <wp:docPr id="46" name="Picture 46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0947B1" w:rsidRDefault="000947B1">
      <w:pPr>
        <w:pStyle w:val="Title"/>
        <w:rPr>
          <w:sz w:val="34"/>
          <w:szCs w:val="34"/>
        </w:rPr>
      </w:pPr>
    </w:p>
    <w:p w:rsidR="0072045D" w:rsidRDefault="0072045D">
      <w:pPr>
        <w:pStyle w:val="Title"/>
        <w:rPr>
          <w:sz w:val="34"/>
          <w:szCs w:val="34"/>
        </w:rPr>
      </w:pPr>
    </w:p>
    <w:p w:rsidR="0072045D" w:rsidRDefault="0072045D">
      <w:pPr>
        <w:pStyle w:val="Title"/>
        <w:rPr>
          <w:sz w:val="34"/>
          <w:szCs w:val="34"/>
        </w:rPr>
      </w:pPr>
    </w:p>
    <w:p w:rsidR="0072045D" w:rsidRDefault="0072045D">
      <w:pPr>
        <w:pStyle w:val="Title"/>
        <w:rPr>
          <w:sz w:val="34"/>
          <w:szCs w:val="34"/>
        </w:rPr>
      </w:pPr>
    </w:p>
    <w:p w:rsidR="00864264" w:rsidRPr="00D35A0D" w:rsidRDefault="00864264">
      <w:pPr>
        <w:pStyle w:val="Title"/>
        <w:rPr>
          <w:sz w:val="34"/>
          <w:szCs w:val="34"/>
        </w:rPr>
      </w:pPr>
      <w:r w:rsidRPr="00D35A0D">
        <w:rPr>
          <w:sz w:val="34"/>
          <w:szCs w:val="34"/>
        </w:rPr>
        <w:t>JINJA JOINT EXAMINATIONS BOARD</w:t>
      </w:r>
    </w:p>
    <w:p w:rsidR="00864264" w:rsidRPr="00D35A0D" w:rsidRDefault="00864264">
      <w:pPr>
        <w:pStyle w:val="Title"/>
        <w:rPr>
          <w:sz w:val="28"/>
          <w:szCs w:val="28"/>
        </w:rPr>
      </w:pPr>
    </w:p>
    <w:p w:rsidR="00864264" w:rsidRPr="00D35A0D" w:rsidRDefault="00864264">
      <w:pPr>
        <w:pStyle w:val="Subtitle"/>
        <w:rPr>
          <w:sz w:val="32"/>
          <w:szCs w:val="32"/>
        </w:rPr>
      </w:pPr>
      <w:smartTag w:uri="urn:schemas-microsoft-com:office:smarttags" w:element="country-region">
        <w:r w:rsidRPr="00D35A0D">
          <w:rPr>
            <w:sz w:val="32"/>
            <w:szCs w:val="32"/>
          </w:rPr>
          <w:t>Uganda</w:t>
        </w:r>
      </w:smartTag>
      <w:r w:rsidRPr="00D35A0D">
        <w:rPr>
          <w:sz w:val="32"/>
          <w:szCs w:val="32"/>
        </w:rPr>
        <w:t xml:space="preserve"> </w:t>
      </w:r>
      <w:r w:rsidR="00895D76" w:rsidRPr="00D35A0D">
        <w:rPr>
          <w:sz w:val="32"/>
          <w:szCs w:val="32"/>
        </w:rPr>
        <w:t>Advanced Certificate</w:t>
      </w:r>
      <w:r w:rsidRPr="00D35A0D">
        <w:rPr>
          <w:sz w:val="32"/>
          <w:szCs w:val="32"/>
        </w:rPr>
        <w:t xml:space="preserve"> of Education</w:t>
      </w:r>
    </w:p>
    <w:p w:rsidR="00864264" w:rsidRPr="00D35A0D" w:rsidRDefault="00864264">
      <w:pPr>
        <w:pStyle w:val="Subtitle"/>
        <w:rPr>
          <w:b w:val="0"/>
          <w:sz w:val="28"/>
          <w:szCs w:val="28"/>
        </w:rPr>
      </w:pPr>
    </w:p>
    <w:p w:rsidR="00864264" w:rsidRPr="00D35A0D" w:rsidRDefault="00895D76">
      <w:pPr>
        <w:pStyle w:val="Subtitle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 xml:space="preserve">MOCK EXAMINATIONS – </w:t>
      </w:r>
      <w:r w:rsidR="0054598A">
        <w:rPr>
          <w:i w:val="0"/>
          <w:sz w:val="28"/>
          <w:szCs w:val="28"/>
        </w:rPr>
        <w:t>AUG</w:t>
      </w:r>
      <w:r w:rsidR="00DB2856">
        <w:rPr>
          <w:i w:val="0"/>
          <w:sz w:val="28"/>
          <w:szCs w:val="28"/>
        </w:rPr>
        <w:t>UST</w:t>
      </w:r>
      <w:r w:rsidRPr="00D35A0D">
        <w:rPr>
          <w:i w:val="0"/>
          <w:sz w:val="28"/>
          <w:szCs w:val="28"/>
        </w:rPr>
        <w:t>, 20</w:t>
      </w:r>
      <w:r w:rsidR="00793DA6">
        <w:rPr>
          <w:i w:val="0"/>
          <w:sz w:val="28"/>
          <w:szCs w:val="28"/>
        </w:rPr>
        <w:t>1</w:t>
      </w:r>
      <w:r w:rsidR="00865AE7">
        <w:rPr>
          <w:i w:val="0"/>
          <w:sz w:val="28"/>
          <w:szCs w:val="28"/>
        </w:rPr>
        <w:t>9</w:t>
      </w:r>
    </w:p>
    <w:p w:rsidR="00864264" w:rsidRPr="00D35A0D" w:rsidRDefault="00864264">
      <w:pPr>
        <w:pStyle w:val="Subtitle"/>
        <w:rPr>
          <w:i w:val="0"/>
          <w:sz w:val="28"/>
          <w:szCs w:val="28"/>
        </w:rPr>
      </w:pPr>
    </w:p>
    <w:p w:rsidR="00864264" w:rsidRDefault="00FF74FB">
      <w:pPr>
        <w:pStyle w:val="Subtitle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PURE</w:t>
      </w:r>
      <w:r w:rsidR="007F7532">
        <w:rPr>
          <w:i w:val="0"/>
          <w:sz w:val="28"/>
          <w:szCs w:val="28"/>
        </w:rPr>
        <w:t xml:space="preserve"> MATHEMATICS</w:t>
      </w:r>
    </w:p>
    <w:p w:rsidR="002E20CE" w:rsidRDefault="002E20CE">
      <w:pPr>
        <w:pStyle w:val="Subtitle"/>
        <w:rPr>
          <w:i w:val="0"/>
          <w:sz w:val="28"/>
          <w:szCs w:val="28"/>
        </w:rPr>
      </w:pPr>
    </w:p>
    <w:p w:rsidR="00864264" w:rsidRPr="00D35A0D" w:rsidRDefault="00895D76">
      <w:pPr>
        <w:pStyle w:val="Subtitle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 xml:space="preserve">Paper </w:t>
      </w:r>
      <w:r w:rsidR="0054598A">
        <w:rPr>
          <w:i w:val="0"/>
          <w:sz w:val="28"/>
          <w:szCs w:val="28"/>
        </w:rPr>
        <w:t>1</w:t>
      </w:r>
    </w:p>
    <w:p w:rsidR="00864264" w:rsidRPr="00D35A0D" w:rsidRDefault="00864264">
      <w:pPr>
        <w:rPr>
          <w:sz w:val="28"/>
          <w:szCs w:val="28"/>
        </w:rPr>
      </w:pPr>
    </w:p>
    <w:p w:rsidR="00864264" w:rsidRPr="00D35A0D" w:rsidRDefault="00FF74FB">
      <w:pPr>
        <w:pStyle w:val="Subtitle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3 HOURS</w:t>
      </w:r>
    </w:p>
    <w:p w:rsidR="00864264" w:rsidRPr="00D35A0D" w:rsidRDefault="00864264">
      <w:pPr>
        <w:pStyle w:val="Subtitle"/>
        <w:rPr>
          <w:b w:val="0"/>
          <w:i w:val="0"/>
          <w:sz w:val="28"/>
          <w:szCs w:val="28"/>
        </w:rPr>
      </w:pPr>
    </w:p>
    <w:p w:rsidR="00864264" w:rsidRPr="00D35A0D" w:rsidRDefault="00864264">
      <w:pPr>
        <w:pStyle w:val="Subtitle"/>
        <w:rPr>
          <w:b w:val="0"/>
          <w:i w:val="0"/>
          <w:sz w:val="28"/>
          <w:szCs w:val="28"/>
        </w:rPr>
      </w:pPr>
    </w:p>
    <w:p w:rsidR="00864264" w:rsidRPr="00D35A0D" w:rsidRDefault="00864264">
      <w:pPr>
        <w:pStyle w:val="Subtitle"/>
        <w:spacing w:line="360" w:lineRule="auto"/>
        <w:jc w:val="left"/>
        <w:rPr>
          <w:b w:val="0"/>
          <w:i w:val="0"/>
          <w:sz w:val="28"/>
          <w:szCs w:val="28"/>
        </w:rPr>
      </w:pPr>
      <w:r w:rsidRPr="00D35A0D">
        <w:rPr>
          <w:i w:val="0"/>
          <w:sz w:val="28"/>
          <w:szCs w:val="28"/>
          <w:u w:val="single"/>
        </w:rPr>
        <w:t>INSTRUCTIONS TO CANDIDATES</w:t>
      </w:r>
    </w:p>
    <w:p w:rsidR="00865AE7" w:rsidRPr="00ED728E" w:rsidRDefault="00865AE7" w:rsidP="00865AE7">
      <w:pPr>
        <w:pStyle w:val="ListParagraph"/>
        <w:spacing w:line="360" w:lineRule="auto"/>
        <w:jc w:val="both"/>
        <w:rPr>
          <w:rFonts w:ascii="Times New Roman" w:hAnsi="Times New Roman"/>
          <w:i/>
          <w:sz w:val="27"/>
          <w:szCs w:val="27"/>
        </w:rPr>
      </w:pPr>
      <w:r w:rsidRPr="00ED728E">
        <w:rPr>
          <w:rFonts w:ascii="Times New Roman" w:hAnsi="Times New Roman"/>
          <w:i/>
          <w:sz w:val="27"/>
          <w:szCs w:val="27"/>
        </w:rPr>
        <w:t xml:space="preserve">Answer </w:t>
      </w:r>
      <w:r w:rsidRPr="00ED728E">
        <w:rPr>
          <w:rFonts w:ascii="Times New Roman" w:hAnsi="Times New Roman"/>
          <w:b/>
          <w:i/>
          <w:sz w:val="27"/>
          <w:szCs w:val="27"/>
        </w:rPr>
        <w:t>all</w:t>
      </w:r>
      <w:r>
        <w:rPr>
          <w:rFonts w:ascii="Times New Roman" w:hAnsi="Times New Roman"/>
          <w:b/>
          <w:i/>
          <w:sz w:val="27"/>
          <w:szCs w:val="27"/>
        </w:rPr>
        <w:t xml:space="preserve"> </w:t>
      </w:r>
      <w:r w:rsidRPr="00ED728E">
        <w:rPr>
          <w:rFonts w:ascii="Times New Roman" w:hAnsi="Times New Roman"/>
          <w:b/>
          <w:i/>
          <w:sz w:val="27"/>
          <w:szCs w:val="27"/>
        </w:rPr>
        <w:t>the eight</w:t>
      </w:r>
      <w:r w:rsidRPr="00ED728E">
        <w:rPr>
          <w:rFonts w:ascii="Times New Roman" w:hAnsi="Times New Roman"/>
          <w:i/>
          <w:sz w:val="27"/>
          <w:szCs w:val="27"/>
        </w:rPr>
        <w:t xml:space="preserve"> questions in section </w:t>
      </w:r>
      <w:r w:rsidRPr="00ED728E">
        <w:rPr>
          <w:rFonts w:ascii="Times New Roman" w:hAnsi="Times New Roman"/>
          <w:b/>
          <w:i/>
          <w:sz w:val="27"/>
          <w:szCs w:val="27"/>
        </w:rPr>
        <w:t>A</w:t>
      </w:r>
      <w:r w:rsidRPr="00ED728E">
        <w:rPr>
          <w:rFonts w:ascii="Times New Roman" w:hAnsi="Times New Roman"/>
          <w:i/>
          <w:sz w:val="27"/>
          <w:szCs w:val="27"/>
        </w:rPr>
        <w:t xml:space="preserve"> and any </w:t>
      </w:r>
      <w:r w:rsidRPr="00ED728E">
        <w:rPr>
          <w:rFonts w:ascii="Times New Roman" w:hAnsi="Times New Roman"/>
          <w:b/>
          <w:i/>
          <w:sz w:val="27"/>
          <w:szCs w:val="27"/>
        </w:rPr>
        <w:t>five</w:t>
      </w:r>
      <w:r w:rsidRPr="00ED728E">
        <w:rPr>
          <w:rFonts w:ascii="Times New Roman" w:hAnsi="Times New Roman"/>
          <w:i/>
          <w:sz w:val="27"/>
          <w:szCs w:val="27"/>
        </w:rPr>
        <w:t xml:space="preserve"> from section </w:t>
      </w:r>
      <w:r w:rsidRPr="00ED728E">
        <w:rPr>
          <w:rFonts w:ascii="Times New Roman" w:hAnsi="Times New Roman"/>
          <w:b/>
          <w:i/>
          <w:sz w:val="27"/>
          <w:szCs w:val="27"/>
        </w:rPr>
        <w:t>B</w:t>
      </w:r>
      <w:r w:rsidRPr="00ED728E">
        <w:rPr>
          <w:rFonts w:ascii="Times New Roman" w:hAnsi="Times New Roman"/>
          <w:i/>
          <w:sz w:val="27"/>
          <w:szCs w:val="27"/>
        </w:rPr>
        <w:t>.</w:t>
      </w:r>
    </w:p>
    <w:p w:rsidR="00865AE7" w:rsidRPr="00ED728E" w:rsidRDefault="00865AE7" w:rsidP="00865AE7">
      <w:pPr>
        <w:pStyle w:val="ListParagraph"/>
        <w:spacing w:line="360" w:lineRule="auto"/>
        <w:jc w:val="both"/>
        <w:rPr>
          <w:rFonts w:ascii="Times New Roman" w:hAnsi="Times New Roman"/>
          <w:i/>
          <w:sz w:val="27"/>
          <w:szCs w:val="27"/>
        </w:rPr>
      </w:pPr>
      <w:r w:rsidRPr="00ED728E">
        <w:rPr>
          <w:rFonts w:ascii="Times New Roman" w:hAnsi="Times New Roman"/>
          <w:i/>
          <w:sz w:val="27"/>
          <w:szCs w:val="27"/>
        </w:rPr>
        <w:t xml:space="preserve">Any additional question(s) will </w:t>
      </w:r>
      <w:r w:rsidRPr="00ED728E">
        <w:rPr>
          <w:rFonts w:ascii="Times New Roman" w:hAnsi="Times New Roman"/>
          <w:b/>
          <w:i/>
          <w:sz w:val="27"/>
          <w:szCs w:val="27"/>
        </w:rPr>
        <w:t>not</w:t>
      </w:r>
      <w:r w:rsidRPr="00ED728E">
        <w:rPr>
          <w:rFonts w:ascii="Times New Roman" w:hAnsi="Times New Roman"/>
          <w:i/>
          <w:sz w:val="27"/>
          <w:szCs w:val="27"/>
        </w:rPr>
        <w:t xml:space="preserve"> be marked.</w:t>
      </w:r>
    </w:p>
    <w:p w:rsidR="00865AE7" w:rsidRPr="00ED728E" w:rsidRDefault="00865AE7" w:rsidP="00865AE7">
      <w:pPr>
        <w:pStyle w:val="ListParagraph"/>
        <w:spacing w:line="360" w:lineRule="auto"/>
        <w:jc w:val="both"/>
        <w:rPr>
          <w:rFonts w:ascii="Times New Roman" w:hAnsi="Times New Roman"/>
          <w:i/>
          <w:sz w:val="27"/>
          <w:szCs w:val="27"/>
        </w:rPr>
      </w:pPr>
      <w:r w:rsidRPr="00ED728E">
        <w:rPr>
          <w:rFonts w:ascii="Times New Roman" w:hAnsi="Times New Roman"/>
          <w:i/>
          <w:sz w:val="27"/>
          <w:szCs w:val="27"/>
        </w:rPr>
        <w:t xml:space="preserve">All working </w:t>
      </w:r>
      <w:r w:rsidRPr="00ED728E">
        <w:rPr>
          <w:rFonts w:ascii="Times New Roman" w:hAnsi="Times New Roman"/>
          <w:b/>
          <w:i/>
          <w:sz w:val="27"/>
          <w:szCs w:val="27"/>
        </w:rPr>
        <w:t>must</w:t>
      </w:r>
      <w:r w:rsidRPr="00ED728E">
        <w:rPr>
          <w:rFonts w:ascii="Times New Roman" w:hAnsi="Times New Roman"/>
          <w:i/>
          <w:sz w:val="27"/>
          <w:szCs w:val="27"/>
        </w:rPr>
        <w:t xml:space="preserve"> be shown clearly.</w:t>
      </w:r>
    </w:p>
    <w:p w:rsidR="00865AE7" w:rsidRPr="00ED728E" w:rsidRDefault="00865AE7" w:rsidP="00865AE7">
      <w:pPr>
        <w:pStyle w:val="ListParagraph"/>
        <w:spacing w:line="360" w:lineRule="auto"/>
        <w:jc w:val="both"/>
        <w:rPr>
          <w:rFonts w:ascii="Times New Roman" w:hAnsi="Times New Roman"/>
          <w:i/>
          <w:sz w:val="27"/>
          <w:szCs w:val="27"/>
        </w:rPr>
      </w:pPr>
      <w:r w:rsidRPr="00ED728E">
        <w:rPr>
          <w:rFonts w:ascii="Times New Roman" w:hAnsi="Times New Roman"/>
          <w:i/>
          <w:sz w:val="27"/>
          <w:szCs w:val="27"/>
        </w:rPr>
        <w:t>Begin each question on a fresh sheet of paper.</w:t>
      </w:r>
    </w:p>
    <w:p w:rsidR="00865AE7" w:rsidRPr="00ED728E" w:rsidRDefault="00865AE7" w:rsidP="00865AE7">
      <w:pPr>
        <w:pStyle w:val="ListParagraph"/>
        <w:spacing w:line="360" w:lineRule="auto"/>
        <w:jc w:val="both"/>
        <w:rPr>
          <w:rFonts w:ascii="Times New Roman" w:hAnsi="Times New Roman"/>
          <w:i/>
          <w:sz w:val="27"/>
          <w:szCs w:val="27"/>
        </w:rPr>
      </w:pPr>
      <w:r w:rsidRPr="00ED728E">
        <w:rPr>
          <w:rFonts w:ascii="Times New Roman" w:hAnsi="Times New Roman"/>
          <w:i/>
          <w:sz w:val="27"/>
          <w:szCs w:val="27"/>
        </w:rPr>
        <w:t>Silent, non-programmable scientific calculators and mathematical tables with a list of formulae may be used.</w:t>
      </w:r>
    </w:p>
    <w:p w:rsidR="00865AE7" w:rsidRDefault="00865AE7" w:rsidP="00865AE7">
      <w:pPr>
        <w:jc w:val="center"/>
        <w:rPr>
          <w:b/>
          <w:sz w:val="26"/>
          <w:szCs w:val="26"/>
        </w:rPr>
      </w:pPr>
    </w:p>
    <w:p w:rsidR="00865AE7" w:rsidRDefault="00865AE7" w:rsidP="00865AE7">
      <w:pPr>
        <w:jc w:val="center"/>
        <w:rPr>
          <w:b/>
          <w:sz w:val="26"/>
          <w:szCs w:val="26"/>
        </w:rPr>
      </w:pPr>
    </w:p>
    <w:p w:rsidR="00865AE7" w:rsidRDefault="00865AE7" w:rsidP="00865AE7">
      <w:pPr>
        <w:jc w:val="center"/>
        <w:rPr>
          <w:b/>
          <w:sz w:val="26"/>
          <w:szCs w:val="26"/>
        </w:rPr>
      </w:pPr>
      <w:r w:rsidRPr="0056268A">
        <w:rPr>
          <w:b/>
          <w:sz w:val="26"/>
          <w:szCs w:val="26"/>
        </w:rPr>
        <w:lastRenderedPageBreak/>
        <w:t>SECTION A (40 MARKS)</w:t>
      </w:r>
    </w:p>
    <w:p w:rsidR="00865AE7" w:rsidRPr="00ED728E" w:rsidRDefault="00865AE7" w:rsidP="00865AE7">
      <w:pPr>
        <w:jc w:val="center"/>
        <w:rPr>
          <w:i/>
          <w:sz w:val="26"/>
          <w:szCs w:val="26"/>
        </w:rPr>
      </w:pPr>
      <w:r w:rsidRPr="00ED728E">
        <w:rPr>
          <w:i/>
          <w:sz w:val="26"/>
          <w:szCs w:val="26"/>
        </w:rPr>
        <w:t xml:space="preserve">Answer </w:t>
      </w:r>
      <w:r w:rsidRPr="00ED728E">
        <w:rPr>
          <w:b/>
          <w:i/>
          <w:sz w:val="26"/>
          <w:szCs w:val="26"/>
        </w:rPr>
        <w:t xml:space="preserve">all </w:t>
      </w:r>
      <w:r w:rsidRPr="00ED728E">
        <w:rPr>
          <w:i/>
          <w:sz w:val="26"/>
          <w:szCs w:val="26"/>
        </w:rPr>
        <w:t xml:space="preserve">questions in this section </w:t>
      </w:r>
    </w:p>
    <w:p w:rsidR="00865AE7" w:rsidRPr="000F7527" w:rsidRDefault="00865AE7" w:rsidP="00865AE7">
      <w:pPr>
        <w:rPr>
          <w:sz w:val="27"/>
          <w:szCs w:val="27"/>
        </w:rPr>
      </w:pP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Solve the equation </w:t>
      </w:r>
      <m:oMath>
        <m:func>
          <m:funcPr>
            <m:ctrlPr>
              <w:rPr>
                <w:rFonts w:ascii="Cambria Math" w:hAnsi="Cambria Math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7"/>
                <w:szCs w:val="27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/>
                        <w:sz w:val="27"/>
                        <w:szCs w:val="27"/>
                      </w:rPr>
                      <m:t>0</m:t>
                    </m:r>
                  </m:sup>
                </m:sSup>
                <m:r>
                  <w:rPr>
                    <w:rFonts w:ascii="Cambria Math" w:hAnsi="Cambria Math"/>
                    <w:sz w:val="27"/>
                    <w:szCs w:val="27"/>
                  </w:rPr>
                  <m:t>-x</m:t>
                </m:r>
              </m:e>
            </m:d>
          </m:e>
        </m:func>
        <m:r>
          <w:rPr>
            <w:rFonts w:ascii="Cambria Math" w:hAnsi="Cambria Math"/>
            <w:sz w:val="27"/>
            <w:szCs w:val="27"/>
          </w:rPr>
          <m:t>=2</m:t>
        </m:r>
        <m:r>
          <m:rPr>
            <m:sty m:val="p"/>
          </m:rPr>
          <w:rPr>
            <w:rFonts w:ascii="Cambria Math" w:hAnsi="Cambria Math"/>
            <w:sz w:val="27"/>
            <w:szCs w:val="27"/>
          </w:rPr>
          <m:t>sin⁡</m:t>
        </m:r>
        <m:r>
          <w:rPr>
            <w:rFonts w:ascii="Cambria Math" w:hAnsi="Cambria Math"/>
            <w:sz w:val="27"/>
            <w:szCs w:val="27"/>
          </w:rPr>
          <m:t>(</m:t>
        </m:r>
        <m:sSup>
          <m:s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</w:rPr>
              <m:t>30</m:t>
            </m:r>
          </m:e>
          <m:sup>
            <m:r>
              <w:rPr>
                <w:rFonts w:ascii="Cambria Math" w:hAnsi="Cambria Math"/>
                <w:sz w:val="27"/>
                <w:szCs w:val="27"/>
              </w:rPr>
              <m:t>0</m:t>
            </m:r>
          </m:sup>
        </m:sSup>
        <m:r>
          <w:rPr>
            <w:rFonts w:ascii="Cambria Math" w:hAnsi="Cambria Math"/>
            <w:sz w:val="27"/>
            <w:szCs w:val="27"/>
          </w:rPr>
          <m:t>+x)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for </w:t>
      </w:r>
      <m:oMath>
        <m:r>
          <w:rPr>
            <w:rFonts w:ascii="Cambria Math" w:eastAsiaTheme="minorEastAsia" w:hAnsi="Cambria Math"/>
            <w:sz w:val="27"/>
            <w:szCs w:val="27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180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0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≤x≤</m:t>
        </m:r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180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0</m:t>
            </m:r>
          </m:sup>
        </m:sSup>
      </m:oMath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 xml:space="preserve"> </w:t>
      </w:r>
      <w:r>
        <w:rPr>
          <w:rFonts w:ascii="Times New Roman" w:eastAsiaTheme="minorEastAsia" w:hAnsi="Times New Roman"/>
          <w:sz w:val="27"/>
          <w:szCs w:val="27"/>
        </w:rPr>
        <w:tab/>
      </w:r>
      <w:r>
        <w:rPr>
          <w:rFonts w:ascii="Times New Roman" w:eastAsiaTheme="minorEastAsia" w:hAnsi="Times New Roman"/>
          <w:sz w:val="27"/>
          <w:szCs w:val="27"/>
        </w:rPr>
        <w:tab/>
      </w: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>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  <w:r>
        <w:rPr>
          <w:rFonts w:ascii="Times New Roman" w:eastAsiaTheme="minorEastAsia" w:hAnsi="Times New Roman"/>
          <w:sz w:val="27"/>
          <w:szCs w:val="27"/>
        </w:rPr>
        <w:tab/>
      </w:r>
      <w:r>
        <w:rPr>
          <w:rFonts w:ascii="Times New Roman" w:eastAsiaTheme="minorEastAsia" w:hAnsi="Times New Roman"/>
          <w:sz w:val="27"/>
          <w:szCs w:val="27"/>
        </w:rPr>
        <w:tab/>
      </w: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Solve the inequality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>(05 m</w:t>
      </w:r>
      <w:r>
        <w:rPr>
          <w:rFonts w:ascii="Times New Roman" w:hAnsi="Times New Roman"/>
          <w:sz w:val="27"/>
          <w:szCs w:val="27"/>
        </w:rPr>
        <w:t>ar</w:t>
      </w:r>
      <w:r w:rsidRPr="000F7527">
        <w:rPr>
          <w:rFonts w:ascii="Times New Roman" w:hAnsi="Times New Roman"/>
          <w:sz w:val="27"/>
          <w:szCs w:val="27"/>
        </w:rPr>
        <w:t>ks)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7"/>
                  <w:szCs w:val="27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7"/>
                      <w:szCs w:val="27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  <w:sz w:val="27"/>
                      <w:szCs w:val="27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7"/>
                  <w:szCs w:val="27"/>
                </w:rPr>
                <m:t>-7x-4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7"/>
                      <w:szCs w:val="27"/>
                    </w:rPr>
                    <m:t>3x</m:t>
                  </m:r>
                </m:e>
                <m:sup>
                  <m:r>
                    <w:rPr>
                      <w:rFonts w:ascii="Cambria Math" w:hAnsi="Cambria Math"/>
                      <w:sz w:val="27"/>
                      <w:szCs w:val="27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7"/>
                  <w:szCs w:val="27"/>
                </w:rPr>
                <m:t>-14x+11</m:t>
              </m:r>
            </m:den>
          </m:f>
          <m:r>
            <w:rPr>
              <w:rFonts w:ascii="Cambria Math" w:hAnsi="Cambria Math"/>
              <w:sz w:val="27"/>
              <w:szCs w:val="27"/>
            </w:rPr>
            <m:t>&gt;2</m:t>
          </m:r>
        </m:oMath>
      </m:oMathPara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Evaluate </w:t>
      </w:r>
      <w:r w:rsidRPr="000F7527">
        <w:rPr>
          <w:rFonts w:ascii="Times New Roman" w:hAnsi="Times New Roman"/>
          <w:position w:val="-18"/>
          <w:sz w:val="27"/>
          <w:szCs w:val="27"/>
        </w:rPr>
        <w:object w:dxaOrig="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0pt" o:ole="">
            <v:imagedata r:id="rId8" o:title=""/>
          </v:shape>
          <o:OLEObject Type="Embed" ProgID="Equation.3" ShapeID="_x0000_i1025" DrawAspect="Content" ObjectID="_1623577884" r:id="rId9"/>
        </w:object>
      </w:r>
      <m:oMath>
        <m:r>
          <w:rPr>
            <w:rFonts w:ascii="Cambria Math" w:hAnsi="Cambria Math"/>
            <w:sz w:val="27"/>
            <w:szCs w:val="27"/>
          </w:rPr>
          <m:t>xcos</m:t>
        </m:r>
        <m:sSup>
          <m:s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/>
            <w:sz w:val="27"/>
            <w:szCs w:val="27"/>
          </w:rPr>
          <m:t>dx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ab/>
        <w:t>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A circle C, has the equation;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567"/>
        <w:jc w:val="both"/>
        <w:rPr>
          <w:rFonts w:ascii="Times New Roman" w:eastAsiaTheme="minorEastAsia" w:hAnsi="Times New Roman"/>
          <w:sz w:val="27"/>
          <w:szCs w:val="27"/>
        </w:rPr>
      </w:pPr>
      <m:oMath>
        <m:sSup>
          <m:s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/>
            <w:sz w:val="27"/>
            <w:szCs w:val="27"/>
          </w:rPr>
          <m:t>+</m:t>
        </m:r>
        <m:sSup>
          <m:s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</w:rPr>
              <m:t>y</m:t>
            </m:r>
          </m:e>
          <m:sup>
            <m:r>
              <w:rPr>
                <w:rFonts w:ascii="Cambria Math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/>
            <w:sz w:val="27"/>
            <w:szCs w:val="27"/>
          </w:rPr>
          <m:t>-2x-8y-8=0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>.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567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Find the;</w:t>
      </w:r>
    </w:p>
    <w:p w:rsidR="00865AE7" w:rsidRPr="000F7527" w:rsidRDefault="00865AE7" w:rsidP="001351E3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8505"/>
        </w:tabs>
        <w:spacing w:after="0"/>
        <w:ind w:left="567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Coordinates of its centre</w:t>
      </w:r>
      <w:r w:rsidRPr="000F7527">
        <w:rPr>
          <w:rFonts w:ascii="Times New Roman" w:hAnsi="Times New Roman"/>
          <w:sz w:val="27"/>
          <w:szCs w:val="27"/>
        </w:rPr>
        <w:tab/>
        <w:t>(02 m</w:t>
      </w:r>
      <w:r>
        <w:rPr>
          <w:rFonts w:ascii="Times New Roman" w:hAnsi="Times New Roman"/>
          <w:sz w:val="27"/>
          <w:szCs w:val="27"/>
        </w:rPr>
        <w:t>ar</w:t>
      </w:r>
      <w:r w:rsidRPr="000F7527">
        <w:rPr>
          <w:rFonts w:ascii="Times New Roman" w:hAnsi="Times New Roman"/>
          <w:sz w:val="27"/>
          <w:szCs w:val="27"/>
        </w:rPr>
        <w:t>ks)</w:t>
      </w:r>
    </w:p>
    <w:p w:rsidR="00865AE7" w:rsidRPr="00865AE7" w:rsidRDefault="00865AE7" w:rsidP="001351E3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8505"/>
        </w:tabs>
        <w:spacing w:after="0"/>
        <w:ind w:left="567" w:firstLine="0"/>
        <w:jc w:val="both"/>
        <w:rPr>
          <w:rFonts w:ascii="Times New Roman" w:eastAsiaTheme="minorEastAsia" w:hAnsi="Times New Roman"/>
          <w:sz w:val="27"/>
          <w:szCs w:val="27"/>
        </w:rPr>
      </w:pPr>
      <w:r w:rsidRPr="00865AE7">
        <w:rPr>
          <w:rFonts w:ascii="Times New Roman" w:hAnsi="Times New Roman"/>
          <w:sz w:val="27"/>
          <w:szCs w:val="27"/>
        </w:rPr>
        <w:t>Shortest distance of the point A(</w:t>
      </w:r>
      <m:oMath>
        <m:r>
          <w:rPr>
            <w:rFonts w:ascii="Cambria Math" w:hAnsi="Cambria Math"/>
            <w:sz w:val="27"/>
            <w:szCs w:val="27"/>
          </w:rPr>
          <m:t xml:space="preserve">- </m:t>
        </m:r>
      </m:oMath>
      <w:r w:rsidRPr="00865AE7">
        <w:rPr>
          <w:rFonts w:ascii="Times New Roman" w:eastAsiaTheme="minorEastAsia" w:hAnsi="Times New Roman"/>
          <w:sz w:val="27"/>
          <w:szCs w:val="27"/>
        </w:rPr>
        <w:t xml:space="preserve">5, </w:t>
      </w:r>
      <m:oMath>
        <m:r>
          <w:rPr>
            <w:rFonts w:ascii="Cambria Math" w:eastAsiaTheme="minorEastAsia" w:hAnsi="Cambria Math"/>
            <w:sz w:val="27"/>
            <w:szCs w:val="27"/>
          </w:rPr>
          <m:t>-</m:t>
        </m:r>
      </m:oMath>
      <w:r w:rsidRPr="00865AE7">
        <w:rPr>
          <w:rFonts w:ascii="Times New Roman" w:eastAsiaTheme="minorEastAsia" w:hAnsi="Times New Roman"/>
          <w:sz w:val="27"/>
          <w:szCs w:val="27"/>
        </w:rPr>
        <w:t xml:space="preserve">4) from the circle. </w:t>
      </w:r>
      <w:r>
        <w:rPr>
          <w:rFonts w:ascii="Times New Roman" w:eastAsiaTheme="minorEastAsia" w:hAnsi="Times New Roman"/>
          <w:sz w:val="27"/>
          <w:szCs w:val="27"/>
        </w:rPr>
        <w:tab/>
      </w:r>
      <w:r w:rsidRPr="00865AE7">
        <w:rPr>
          <w:rFonts w:ascii="Times New Roman" w:eastAsiaTheme="minorEastAsia" w:hAnsi="Times New Roman"/>
          <w:sz w:val="27"/>
          <w:szCs w:val="27"/>
        </w:rPr>
        <w:t>(03 marks)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eastAsiaTheme="minorEastAsia" w:hAnsi="Times New Roman"/>
          <w:sz w:val="27"/>
          <w:szCs w:val="27"/>
        </w:rPr>
      </w:pP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A committee of six members is to be chosen from among five men and three women </w:t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 xml:space="preserve">such that atleast two members of each group serve on the committee.  Find the </w:t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 xml:space="preserve">number of possible committees that can be formed.   </w:t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>(05 m</w:t>
      </w:r>
      <w:r>
        <w:rPr>
          <w:rFonts w:ascii="Times New Roman" w:hAnsi="Times New Roman"/>
          <w:sz w:val="27"/>
          <w:szCs w:val="27"/>
        </w:rPr>
        <w:t>ar</w:t>
      </w:r>
      <w:r w:rsidRPr="000F7527">
        <w:rPr>
          <w:rFonts w:ascii="Times New Roman" w:hAnsi="Times New Roman"/>
          <w:sz w:val="27"/>
          <w:szCs w:val="27"/>
        </w:rPr>
        <w:t>ks)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Solve the differential equation 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567"/>
        <w:jc w:val="both"/>
        <w:rPr>
          <w:rFonts w:ascii="Times New Roman" w:eastAsiaTheme="minorEastAsia" w:hAnsi="Times New Roman"/>
          <w:sz w:val="27"/>
          <w:szCs w:val="27"/>
        </w:rPr>
      </w:pPr>
      <m:oMath>
        <m:r>
          <w:rPr>
            <w:rFonts w:ascii="Cambria Math" w:hAnsi="Cambria Math"/>
            <w:sz w:val="27"/>
            <w:szCs w:val="27"/>
          </w:rPr>
          <m:t xml:space="preserve">cosec x 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</w:rPr>
              <m:t>dy</m:t>
            </m:r>
          </m:num>
          <m:den>
            <m:r>
              <w:rPr>
                <w:rFonts w:ascii="Cambria Math" w:hAnsi="Cambria Math"/>
                <w:sz w:val="27"/>
                <w:szCs w:val="27"/>
              </w:rPr>
              <m:t>dx</m:t>
            </m:r>
          </m:den>
        </m:f>
        <m:r>
          <w:rPr>
            <w:rFonts w:ascii="Cambria Math" w:hAnsi="Cambria Math"/>
            <w:sz w:val="27"/>
            <w:szCs w:val="27"/>
          </w:rPr>
          <m:t>=</m:t>
        </m:r>
        <m:sSup>
          <m:s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</w:rPr>
              <m:t>e</m:t>
            </m:r>
          </m:e>
          <m:sup>
            <m:r>
              <w:rPr>
                <w:rFonts w:ascii="Cambria Math" w:hAnsi="Cambria Math"/>
                <w:sz w:val="27"/>
                <w:szCs w:val="27"/>
              </w:rPr>
              <m:t>x</m:t>
            </m:r>
          </m:sup>
        </m:sSup>
        <m:r>
          <w:rPr>
            <w:rFonts w:ascii="Cambria Math" w:hAnsi="Cambria Math"/>
            <w:sz w:val="27"/>
            <w:szCs w:val="27"/>
          </w:rPr>
          <m:t>cosecx+3x,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given that </w:t>
      </w:r>
      <m:oMath>
        <m:r>
          <w:rPr>
            <w:rFonts w:ascii="Cambria Math" w:eastAsiaTheme="minorEastAsia" w:hAnsi="Cambria Math"/>
            <w:sz w:val="27"/>
            <w:szCs w:val="27"/>
          </w:rPr>
          <m:t xml:space="preserve"> y </m:t>
        </m:r>
        <m:d>
          <m:d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7"/>
            <w:szCs w:val="27"/>
          </w:rPr>
          <m:t>=3.</m:t>
        </m:r>
      </m:oMath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1351E3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633D0F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Find the perpendicular distance of the point P (0, 6, 0) from the line with Cartesian </w:t>
      </w:r>
      <w:r>
        <w:rPr>
          <w:rFonts w:ascii="Times New Roman" w:hAnsi="Times New Roman"/>
          <w:sz w:val="27"/>
          <w:szCs w:val="27"/>
        </w:rPr>
        <w:tab/>
        <w:t xml:space="preserve">equation,  </w:t>
      </w:r>
      <w:r w:rsidRPr="00BC34F0">
        <w:rPr>
          <w:position w:val="-24"/>
        </w:rPr>
        <w:object w:dxaOrig="2160" w:dyaOrig="620">
          <v:shape id="_x0000_i1026" type="#_x0000_t75" style="width:108pt;height:30.75pt" o:ole="">
            <v:imagedata r:id="rId10" o:title=""/>
          </v:shape>
          <o:OLEObject Type="Embed" ProgID="Equation.3" ShapeID="_x0000_i1026" DrawAspect="Content" ObjectID="_1623577885" r:id="rId11"/>
        </w:object>
      </w:r>
      <w:r w:rsidRPr="00633D0F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           </w:t>
      </w:r>
      <w:r>
        <w:rPr>
          <w:rFonts w:ascii="Times New Roman" w:hAnsi="Times New Roman"/>
          <w:sz w:val="27"/>
          <w:szCs w:val="27"/>
        </w:rPr>
        <w:tab/>
        <w:t>(05 marks)</w:t>
      </w:r>
    </w:p>
    <w:p w:rsidR="00865AE7" w:rsidRPr="000F7527" w:rsidRDefault="00865AE7" w:rsidP="001351E3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Given that: </w:t>
      </w:r>
      <m:oMath>
        <m:r>
          <w:rPr>
            <w:rFonts w:ascii="Cambria Math" w:hAnsi="Cambria Math"/>
            <w:sz w:val="27"/>
            <w:szCs w:val="27"/>
          </w:rPr>
          <m:t>x=1+cos2θ</m:t>
        </m:r>
        <m:r>
          <m:rPr>
            <m:sty m:val="p"/>
          </m:rPr>
          <w:rPr>
            <w:rFonts w:ascii="Cambria Math" w:hAnsi="Cambria Math"/>
            <w:sz w:val="27"/>
            <w:szCs w:val="27"/>
          </w:rPr>
          <m:t xml:space="preserve"> and</m:t>
        </m:r>
        <m:r>
          <w:rPr>
            <w:rFonts w:ascii="Cambria Math" w:hAnsi="Cambria Math"/>
            <w:sz w:val="27"/>
            <w:szCs w:val="27"/>
          </w:rPr>
          <m:t xml:space="preserve">  y=sinθ,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show that </w:t>
      </w:r>
      <w:r w:rsidRPr="000929F4">
        <w:rPr>
          <w:rFonts w:ascii="Times New Roman" w:eastAsiaTheme="minorEastAsia" w:hAnsi="Times New Roman"/>
          <w:position w:val="-28"/>
          <w:sz w:val="27"/>
          <w:szCs w:val="27"/>
        </w:rPr>
        <w:object w:dxaOrig="1460" w:dyaOrig="740">
          <v:shape id="_x0000_i1027" type="#_x0000_t75" style="width:72.75pt;height:36.75pt" o:ole="">
            <v:imagedata r:id="rId12" o:title=""/>
          </v:shape>
          <o:OLEObject Type="Embed" ProgID="Equation.3" ShapeID="_x0000_i1027" DrawAspect="Content" ObjectID="_1623577886" r:id="rId13"/>
        </w:object>
      </w:r>
      <w:r>
        <w:rPr>
          <w:rFonts w:ascii="Times New Roman" w:eastAsiaTheme="minorEastAsia" w:hAnsi="Times New Roman"/>
          <w:sz w:val="27"/>
          <w:szCs w:val="27"/>
        </w:rPr>
        <w:tab/>
        <w:t>(</w:t>
      </w:r>
      <w:r w:rsidRPr="000F7527">
        <w:rPr>
          <w:rFonts w:ascii="Times New Roman" w:eastAsiaTheme="minorEastAsia" w:hAnsi="Times New Roman"/>
          <w:sz w:val="27"/>
          <w:szCs w:val="27"/>
        </w:rPr>
        <w:t>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1351E3">
      <w:pPr>
        <w:tabs>
          <w:tab w:val="left" w:pos="567"/>
          <w:tab w:val="left" w:pos="1134"/>
          <w:tab w:val="left" w:pos="8505"/>
        </w:tabs>
        <w:spacing w:line="360" w:lineRule="auto"/>
        <w:jc w:val="both"/>
        <w:rPr>
          <w:sz w:val="27"/>
          <w:szCs w:val="27"/>
        </w:rPr>
      </w:pPr>
    </w:p>
    <w:p w:rsidR="00865AE7" w:rsidRDefault="00865AE7" w:rsidP="00865AE7">
      <w:pPr>
        <w:tabs>
          <w:tab w:val="left" w:pos="567"/>
          <w:tab w:val="left" w:pos="1134"/>
          <w:tab w:val="left" w:pos="8505"/>
        </w:tabs>
        <w:jc w:val="center"/>
        <w:rPr>
          <w:b/>
          <w:sz w:val="27"/>
          <w:szCs w:val="27"/>
        </w:rPr>
      </w:pPr>
      <w:r w:rsidRPr="000F7527">
        <w:rPr>
          <w:b/>
          <w:sz w:val="27"/>
          <w:szCs w:val="27"/>
        </w:rPr>
        <w:t>SECTION B (60 MARKS)</w:t>
      </w:r>
    </w:p>
    <w:p w:rsidR="00865AE7" w:rsidRPr="005F6F14" w:rsidRDefault="00865AE7" w:rsidP="00865AE7">
      <w:pPr>
        <w:tabs>
          <w:tab w:val="left" w:pos="567"/>
          <w:tab w:val="left" w:pos="1134"/>
          <w:tab w:val="left" w:pos="8505"/>
        </w:tabs>
        <w:jc w:val="center"/>
        <w:rPr>
          <w:i/>
          <w:sz w:val="27"/>
          <w:szCs w:val="27"/>
        </w:rPr>
      </w:pPr>
      <w:r w:rsidRPr="000F7527">
        <w:rPr>
          <w:i/>
          <w:sz w:val="27"/>
          <w:szCs w:val="27"/>
        </w:rPr>
        <w:t xml:space="preserve">Answer any </w:t>
      </w:r>
      <w:r w:rsidRPr="000F7527">
        <w:rPr>
          <w:b/>
          <w:i/>
          <w:sz w:val="27"/>
          <w:szCs w:val="27"/>
        </w:rPr>
        <w:t>five</w:t>
      </w:r>
      <w:r w:rsidRPr="000F7527">
        <w:rPr>
          <w:i/>
          <w:sz w:val="27"/>
          <w:szCs w:val="27"/>
        </w:rPr>
        <w:t xml:space="preserve"> question from this section.</w:t>
      </w:r>
      <w:r>
        <w:rPr>
          <w:i/>
          <w:sz w:val="27"/>
          <w:szCs w:val="27"/>
        </w:rPr>
        <w:t xml:space="preserve">  All questions carry equal marks</w:t>
      </w:r>
    </w:p>
    <w:p w:rsidR="00865AE7" w:rsidRPr="000F7527" w:rsidRDefault="00865AE7" w:rsidP="00865AE7">
      <w:pPr>
        <w:tabs>
          <w:tab w:val="left" w:pos="567"/>
          <w:tab w:val="left" w:pos="1134"/>
          <w:tab w:val="left" w:pos="8505"/>
        </w:tabs>
        <w:jc w:val="both"/>
        <w:rPr>
          <w:sz w:val="27"/>
          <w:szCs w:val="27"/>
        </w:rPr>
      </w:pPr>
    </w:p>
    <w:p w:rsidR="00865AE7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(a)Solve the simultaneous equations</w:t>
      </w:r>
    </w:p>
    <w:p w:rsidR="00865AE7" w:rsidRP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m:oMath>
        <m:r>
          <w:rPr>
            <w:rFonts w:ascii="Cambria Math" w:hAnsi="Cambria Math"/>
            <w:sz w:val="27"/>
            <w:szCs w:val="27"/>
          </w:rPr>
          <m:t>x-10y+7z=13</m:t>
        </m:r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ab/>
      </w:r>
      <m:oMath>
        <m:r>
          <w:rPr>
            <w:rFonts w:ascii="Cambria Math" w:eastAsiaTheme="minorEastAsia" w:hAnsi="Cambria Math"/>
            <w:sz w:val="27"/>
            <w:szCs w:val="27"/>
          </w:rPr>
          <m:t>x+4y-3z=-3</m:t>
        </m:r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ab/>
      </w:r>
      <m:oMath>
        <m:r>
          <w:rPr>
            <w:rFonts w:ascii="Cambria Math" w:eastAsiaTheme="minorEastAsia" w:hAnsi="Cambria Math"/>
            <w:sz w:val="27"/>
            <w:szCs w:val="27"/>
          </w:rPr>
          <m:t>-x+2y-z=-3</m:t>
        </m:r>
      </m:oMath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eastAsiaTheme="minorEastAsia" w:hAnsi="Times New Roman"/>
          <w:sz w:val="27"/>
          <w:szCs w:val="27"/>
        </w:rPr>
      </w:pP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lastRenderedPageBreak/>
        <w:t xml:space="preserve">(b)  When a polynomial </w:t>
      </w:r>
      <m:oMath>
        <m:r>
          <w:rPr>
            <w:rFonts w:ascii="Cambria Math" w:eastAsiaTheme="minorEastAsia" w:hAnsi="Cambria Math"/>
            <w:sz w:val="27"/>
            <w:szCs w:val="27"/>
          </w:rPr>
          <m:t>p(x)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is divided by 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-5x-14,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 the rem</w:t>
      </w:r>
      <w:r>
        <w:rPr>
          <w:rFonts w:ascii="Times New Roman" w:eastAsiaTheme="minorEastAsia" w:hAnsi="Times New Roman"/>
          <w:sz w:val="27"/>
          <w:szCs w:val="27"/>
        </w:rPr>
        <w:t>a</w:t>
      </w:r>
      <w:r w:rsidRPr="000F7527">
        <w:rPr>
          <w:rFonts w:ascii="Times New Roman" w:eastAsiaTheme="minorEastAsia" w:hAnsi="Times New Roman"/>
          <w:sz w:val="27"/>
          <w:szCs w:val="27"/>
        </w:rPr>
        <w:t>inder is</w:t>
      </w:r>
    </w:p>
    <w:p w:rsidR="00865AE7" w:rsidRPr="00B337F1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567"/>
        <w:jc w:val="both"/>
        <w:rPr>
          <w:rFonts w:ascii="Times New Roman" w:eastAsiaTheme="minorEastAsia" w:hAnsi="Times New Roman"/>
          <w:sz w:val="27"/>
          <w:szCs w:val="27"/>
        </w:rPr>
      </w:pPr>
      <m:oMath>
        <m:r>
          <w:rPr>
            <w:rFonts w:ascii="Cambria Math" w:eastAsiaTheme="minorEastAsia" w:hAnsi="Cambria Math"/>
            <w:sz w:val="27"/>
            <w:szCs w:val="27"/>
          </w:rPr>
          <m:t>2x+5.</m:t>
        </m:r>
      </m:oMath>
      <w:r w:rsidRPr="00B337F1">
        <w:rPr>
          <w:rFonts w:ascii="Times New Roman" w:eastAsiaTheme="minorEastAsia" w:hAnsi="Times New Roman"/>
          <w:sz w:val="27"/>
          <w:szCs w:val="27"/>
        </w:rPr>
        <w:t xml:space="preserve"> Find the  remainder when </w:t>
      </w:r>
      <m:oMath>
        <m:r>
          <w:rPr>
            <w:rFonts w:ascii="Cambria Math" w:eastAsiaTheme="minorEastAsia" w:hAnsi="Cambria Math"/>
            <w:sz w:val="27"/>
            <w:szCs w:val="27"/>
          </w:rPr>
          <m:t>p(x)</m:t>
        </m:r>
      </m:oMath>
      <w:r w:rsidRPr="00B337F1">
        <w:rPr>
          <w:rFonts w:ascii="Times New Roman" w:eastAsiaTheme="minorEastAsia" w:hAnsi="Times New Roman"/>
          <w:sz w:val="27"/>
          <w:szCs w:val="27"/>
        </w:rPr>
        <w:t xml:space="preserve"> is divided by 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(i)   </w:t>
      </w:r>
      <m:oMath>
        <m:r>
          <w:rPr>
            <w:rFonts w:ascii="Cambria Math" w:eastAsiaTheme="minorEastAsia" w:hAnsi="Cambria Math"/>
            <w:sz w:val="27"/>
            <w:szCs w:val="27"/>
          </w:rPr>
          <m:t>x-7</m:t>
        </m:r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(ii)  </w:t>
      </w:r>
      <m:oMath>
        <m:r>
          <w:rPr>
            <w:rFonts w:ascii="Cambria Math" w:eastAsiaTheme="minorEastAsia" w:hAnsi="Cambria Math"/>
            <w:sz w:val="27"/>
            <w:szCs w:val="27"/>
          </w:rPr>
          <m:t>x+2.</m:t>
        </m:r>
      </m:oMath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>(07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A943AA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(a) </w:t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 xml:space="preserve"> Express </w:t>
      </w:r>
      <m:oMath>
        <m:r>
          <w:rPr>
            <w:rFonts w:ascii="Cambria Math" w:hAnsi="Cambria Math"/>
            <w:sz w:val="27"/>
            <w:szCs w:val="27"/>
          </w:rPr>
          <m:t>4sinθ-3cosθ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in the form</w:t>
      </w:r>
      <m:oMath>
        <m:r>
          <w:rPr>
            <w:rFonts w:ascii="Cambria Math" w:eastAsiaTheme="minorEastAsia" w:hAnsi="Cambria Math"/>
            <w:sz w:val="27"/>
            <w:szCs w:val="27"/>
          </w:rPr>
          <m:t xml:space="preserve"> Rsin (θ-∝)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; where R is a constant and </w:t>
      </w: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1134"/>
        <w:jc w:val="both"/>
        <w:rPr>
          <w:rFonts w:ascii="Times New Roman" w:eastAsiaTheme="minorEastAsia" w:hAnsi="Times New Roman"/>
          <w:sz w:val="27"/>
          <w:szCs w:val="27"/>
        </w:rPr>
      </w:pPr>
      <m:oMath>
        <m:r>
          <w:rPr>
            <w:rFonts w:ascii="Cambria Math" w:eastAsiaTheme="minorEastAsia" w:hAnsi="Cambria Math"/>
            <w:sz w:val="27"/>
            <w:szCs w:val="27"/>
          </w:rPr>
          <m:t xml:space="preserve"> ∝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is an acute angle.  Hence solve the equation </w:t>
      </w:r>
      <m:oMath>
        <m:r>
          <w:rPr>
            <w:rFonts w:ascii="Cambria Math" w:eastAsiaTheme="minorEastAsia" w:hAnsi="Cambria Math"/>
            <w:sz w:val="27"/>
            <w:szCs w:val="27"/>
          </w:rPr>
          <m:t>4sinθ-3cosθ+2=0,</m:t>
        </m:r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1134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for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0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0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≤θ≤</m:t>
        </m:r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360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0</m:t>
            </m:r>
          </m:sup>
        </m:sSup>
      </m:oMath>
      <w:r w:rsidRPr="000F7527">
        <w:rPr>
          <w:rFonts w:ascii="Times New Roman" w:eastAsiaTheme="minorEastAsia" w:hAnsi="Times New Roman"/>
          <w:sz w:val="27"/>
          <w:szCs w:val="27"/>
        </w:rPr>
        <w:tab/>
        <w:t>(07m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  <w:r>
        <w:rPr>
          <w:rFonts w:ascii="Times New Roman" w:eastAsiaTheme="minorEastAsia" w:hAnsi="Times New Roman"/>
          <w:sz w:val="27"/>
          <w:szCs w:val="27"/>
        </w:rPr>
        <w:tab/>
      </w:r>
      <w:r>
        <w:rPr>
          <w:rFonts w:ascii="Times New Roman" w:eastAsiaTheme="minorEastAsia" w:hAnsi="Times New Roman"/>
          <w:sz w:val="27"/>
          <w:szCs w:val="27"/>
        </w:rPr>
        <w:tab/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(b)  In any triangle ABC, show that </w:t>
      </w:r>
      <m:oMath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>a+b-c</m:t>
            </m:r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a-b+c</m:t>
            </m:r>
          </m:den>
        </m:f>
        <m:r>
          <w:rPr>
            <w:rFonts w:ascii="Cambria Math" w:eastAsiaTheme="minorEastAsia" w:hAnsi="Cambria Math"/>
            <w:sz w:val="27"/>
            <w:szCs w:val="27"/>
          </w:rPr>
          <m:t>=tan</m:t>
        </m:r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/>
            <w:sz w:val="27"/>
            <w:szCs w:val="27"/>
          </w:rPr>
          <m:t>B cot</m:t>
        </m:r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/>
            <w:sz w:val="27"/>
            <w:szCs w:val="27"/>
          </w:rPr>
          <m:t>C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ab/>
        <w:t>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51704F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51704F">
        <w:rPr>
          <w:rFonts w:ascii="Times New Roman" w:eastAsiaTheme="minorEastAsia" w:hAnsi="Times New Roman"/>
          <w:sz w:val="27"/>
          <w:szCs w:val="27"/>
        </w:rPr>
        <w:t xml:space="preserve">  The normal to the parabola y</w:t>
      </w:r>
      <w:r w:rsidRPr="0051704F">
        <w:rPr>
          <w:rFonts w:ascii="Times New Roman" w:eastAsiaTheme="minorEastAsia" w:hAnsi="Times New Roman"/>
          <w:sz w:val="27"/>
          <w:szCs w:val="27"/>
          <w:vertAlign w:val="superscript"/>
        </w:rPr>
        <w:t>2</w:t>
      </w:r>
      <w:r w:rsidRPr="0051704F">
        <w:rPr>
          <w:rFonts w:ascii="Times New Roman" w:eastAsiaTheme="minorEastAsia" w:hAnsi="Times New Roman"/>
          <w:sz w:val="27"/>
          <w:szCs w:val="27"/>
        </w:rPr>
        <w:t xml:space="preserve"> = 4</w:t>
      </w:r>
      <m:oMath>
        <m:r>
          <w:rPr>
            <w:rFonts w:ascii="Cambria Math" w:eastAsiaTheme="minorEastAsia" w:hAnsi="Cambria Math"/>
            <w:sz w:val="27"/>
            <w:szCs w:val="27"/>
          </w:rPr>
          <m:t>ax</m:t>
        </m:r>
      </m:oMath>
      <w:r w:rsidRPr="0051704F">
        <w:rPr>
          <w:rFonts w:ascii="Times New Roman" w:eastAsiaTheme="minorEastAsia" w:hAnsi="Times New Roman"/>
          <w:sz w:val="27"/>
          <w:szCs w:val="27"/>
        </w:rPr>
        <w:t xml:space="preserve"> at the point P( 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at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 xml:space="preserve">,2at) </m:t>
        </m:r>
      </m:oMath>
      <w:r w:rsidRPr="0051704F">
        <w:rPr>
          <w:rFonts w:ascii="Times New Roman" w:eastAsiaTheme="minorEastAsia" w:hAnsi="Times New Roman"/>
          <w:sz w:val="27"/>
          <w:szCs w:val="27"/>
        </w:rPr>
        <w:t xml:space="preserve">meets the axis </w:t>
      </w: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of the parabola at G.  If GP is produced beyond P to Q such that GP = PQ, 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/>
        <w:ind w:left="0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show that the equation of the locus of Q is 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=16a(x+2a).</m:t>
        </m:r>
        <m:r>
          <w:rPr>
            <w:rFonts w:ascii="Cambria Math" w:eastAsiaTheme="minorEastAsia" w:hAnsi="Cambria Math"/>
            <w:sz w:val="27"/>
            <w:szCs w:val="27"/>
          </w:rPr>
          <w:tab/>
        </m:r>
      </m:oMath>
      <w:r>
        <w:rPr>
          <w:rFonts w:ascii="Times New Roman" w:eastAsiaTheme="minorEastAsia" w:hAnsi="Times New Roman"/>
          <w:sz w:val="27"/>
          <w:szCs w:val="27"/>
        </w:rPr>
        <w:t xml:space="preserve">                 </w:t>
      </w:r>
      <w:r w:rsidRPr="000F7527">
        <w:rPr>
          <w:rFonts w:ascii="Times New Roman" w:eastAsiaTheme="minorEastAsia" w:hAnsi="Times New Roman"/>
          <w:sz w:val="27"/>
          <w:szCs w:val="27"/>
        </w:rPr>
        <w:t>(</w:t>
      </w:r>
      <w:r>
        <w:rPr>
          <w:rFonts w:ascii="Times New Roman" w:eastAsiaTheme="minorEastAsia" w:hAnsi="Times New Roman"/>
          <w:sz w:val="27"/>
          <w:szCs w:val="27"/>
        </w:rPr>
        <w:t>12</w: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(a)  Given the complex numbers </w:t>
      </w: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</w:rPr>
              <m:t xml:space="preserve">   Z</m:t>
            </m:r>
          </m:e>
          <m:sub>
            <m:r>
              <w:rPr>
                <w:rFonts w:ascii="Cambria Math" w:hAnsi="Cambria Math"/>
                <w:sz w:val="27"/>
                <w:szCs w:val="27"/>
              </w:rPr>
              <m:t>1</m:t>
            </m:r>
          </m:sub>
        </m:sSub>
        <m:r>
          <w:rPr>
            <w:rFonts w:ascii="Cambria Math" w:hAnsi="Cambria Math"/>
            <w:sz w:val="27"/>
            <w:szCs w:val="27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</w:rPr>
              <m:t>1+i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7"/>
                    <w:szCs w:val="27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7"/>
                <w:szCs w:val="27"/>
              </w:rPr>
              <m:t>2</m:t>
            </m:r>
          </m:den>
        </m:f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b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sub>
        </m:sSub>
        <m:r>
          <w:rPr>
            <w:rFonts w:ascii="Cambria Math" w:eastAsiaTheme="minorEastAsia" w:hAnsi="Cambria Math"/>
            <w:sz w:val="27"/>
            <w:szCs w:val="27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 xml:space="preserve">1-i 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den>
        </m:f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865AE7">
      <w:pPr>
        <w:pStyle w:val="ListParagraph"/>
        <w:numPr>
          <w:ilvl w:val="0"/>
          <w:numId w:val="14"/>
        </w:numPr>
        <w:tabs>
          <w:tab w:val="left" w:pos="567"/>
          <w:tab w:val="left" w:pos="1134"/>
          <w:tab w:val="left" w:pos="1418"/>
          <w:tab w:val="left" w:pos="8505"/>
        </w:tabs>
        <w:spacing w:after="0" w:line="360" w:lineRule="auto"/>
        <w:ind w:left="993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Express Z</w:t>
      </w:r>
      <w:r w:rsidRPr="000F7527">
        <w:rPr>
          <w:rFonts w:ascii="Times New Roman" w:hAnsi="Times New Roman"/>
          <w:sz w:val="27"/>
          <w:szCs w:val="27"/>
          <w:vertAlign w:val="subscript"/>
        </w:rPr>
        <w:t>1</w:t>
      </w:r>
      <w:r w:rsidRPr="000F7527">
        <w:rPr>
          <w:rFonts w:ascii="Times New Roman" w:hAnsi="Times New Roman"/>
          <w:sz w:val="27"/>
          <w:szCs w:val="27"/>
        </w:rPr>
        <w:t xml:space="preserve"> and Z</w:t>
      </w:r>
      <w:r w:rsidRPr="000F7527">
        <w:rPr>
          <w:rFonts w:ascii="Times New Roman" w:hAnsi="Times New Roman"/>
          <w:sz w:val="27"/>
          <w:szCs w:val="27"/>
          <w:vertAlign w:val="subscript"/>
        </w:rPr>
        <w:t>2</w:t>
      </w:r>
      <w:r w:rsidRPr="000F7527">
        <w:rPr>
          <w:rFonts w:ascii="Times New Roman" w:hAnsi="Times New Roman"/>
          <w:sz w:val="27"/>
          <w:szCs w:val="27"/>
        </w:rPr>
        <w:t xml:space="preserve"> in polar form</w:t>
      </w:r>
    </w:p>
    <w:p w:rsidR="00865AE7" w:rsidRPr="000F7527" w:rsidRDefault="00865AE7" w:rsidP="00865AE7">
      <w:pPr>
        <w:pStyle w:val="ListParagraph"/>
        <w:numPr>
          <w:ilvl w:val="0"/>
          <w:numId w:val="14"/>
        </w:numPr>
        <w:tabs>
          <w:tab w:val="left" w:pos="567"/>
          <w:tab w:val="left" w:pos="1134"/>
          <w:tab w:val="left" w:pos="1418"/>
          <w:tab w:val="left" w:pos="8505"/>
        </w:tabs>
        <w:spacing w:after="0" w:line="360" w:lineRule="auto"/>
        <w:ind w:left="993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Find the value of </w:t>
      </w:r>
      <m:oMath>
        <m:sSubSup>
          <m:sSub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</w:rPr>
              <m:t>Z</m:t>
            </m:r>
          </m:e>
          <m:sub>
            <m:r>
              <w:rPr>
                <w:rFonts w:ascii="Cambria Math" w:hAnsi="Cambria Math"/>
                <w:sz w:val="27"/>
                <w:szCs w:val="27"/>
              </w:rPr>
              <m:t>1</m:t>
            </m:r>
          </m:sub>
          <m:sup>
            <m:r>
              <w:rPr>
                <w:rFonts w:ascii="Cambria Math" w:hAnsi="Cambria Math"/>
                <w:sz w:val="27"/>
                <w:szCs w:val="27"/>
              </w:rPr>
              <m:t>5</m:t>
            </m:r>
          </m:sup>
        </m:sSubSup>
        <m:r>
          <w:rPr>
            <w:rFonts w:ascii="Cambria Math" w:hAnsi="Cambria Math"/>
            <w:sz w:val="27"/>
            <w:szCs w:val="27"/>
          </w:rPr>
          <m:t>+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</w:rPr>
              <m:t>Z</m:t>
            </m:r>
          </m:e>
          <m:sub>
            <m:r>
              <w:rPr>
                <w:rFonts w:ascii="Cambria Math" w:hAnsi="Cambria Math"/>
                <w:sz w:val="27"/>
                <w:szCs w:val="27"/>
              </w:rPr>
              <m:t>2</m:t>
            </m:r>
          </m:sub>
          <m:sup>
            <m:r>
              <w:rPr>
                <w:rFonts w:ascii="Cambria Math" w:hAnsi="Cambria Math"/>
                <w:sz w:val="27"/>
                <w:szCs w:val="27"/>
              </w:rPr>
              <m:t>5</m:t>
            </m:r>
          </m:sup>
        </m:sSubSup>
      </m:oMath>
      <w:r w:rsidRPr="000F7527">
        <w:rPr>
          <w:rFonts w:ascii="Times New Roman" w:eastAsiaTheme="minorEastAsia" w:hAnsi="Times New Roman"/>
          <w:sz w:val="27"/>
          <w:szCs w:val="27"/>
        </w:rPr>
        <w:tab/>
        <w:t>(06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tabs>
          <w:tab w:val="left" w:pos="567"/>
          <w:tab w:val="left" w:pos="1134"/>
          <w:tab w:val="left" w:pos="8505"/>
        </w:tabs>
        <w:jc w:val="both"/>
        <w:rPr>
          <w:rFonts w:eastAsiaTheme="minorEastAsia"/>
          <w:sz w:val="27"/>
          <w:szCs w:val="27"/>
        </w:rPr>
      </w:pPr>
      <w:r>
        <w:rPr>
          <w:sz w:val="27"/>
          <w:szCs w:val="27"/>
        </w:rPr>
        <w:tab/>
      </w:r>
      <w:r w:rsidRPr="000F7527">
        <w:rPr>
          <w:sz w:val="27"/>
          <w:szCs w:val="27"/>
        </w:rPr>
        <w:t xml:space="preserve">(b)  If </w:t>
      </w:r>
      <m:oMath>
        <m:r>
          <w:rPr>
            <w:rFonts w:ascii="Cambria Math" w:hAnsi="Cambria Math"/>
            <w:sz w:val="27"/>
            <w:szCs w:val="27"/>
          </w:rPr>
          <m:t>-4-3i</m:t>
        </m:r>
      </m:oMath>
      <w:r w:rsidRPr="000F7527">
        <w:rPr>
          <w:rFonts w:eastAsiaTheme="minorEastAsia"/>
          <w:sz w:val="27"/>
          <w:szCs w:val="27"/>
        </w:rPr>
        <w:t xml:space="preserve"> is one root of the equation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Z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4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4Z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3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4Z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2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-4Z+925=0,</m:t>
        </m:r>
      </m:oMath>
    </w:p>
    <w:p w:rsidR="00865AE7" w:rsidRDefault="00865AE7" w:rsidP="00865AE7">
      <w:pPr>
        <w:tabs>
          <w:tab w:val="left" w:pos="567"/>
          <w:tab w:val="left" w:pos="1134"/>
          <w:tab w:val="left" w:pos="8505"/>
        </w:tabs>
        <w:jc w:val="both"/>
        <w:rPr>
          <w:rFonts w:eastAsiaTheme="minorEastAsia"/>
          <w:sz w:val="27"/>
          <w:szCs w:val="27"/>
        </w:rPr>
      </w:pPr>
      <w:r>
        <w:rPr>
          <w:rFonts w:eastAsiaTheme="minorEastAsia"/>
          <w:sz w:val="27"/>
          <w:szCs w:val="27"/>
        </w:rPr>
        <w:tab/>
      </w:r>
      <w:r>
        <w:rPr>
          <w:rFonts w:eastAsiaTheme="minorEastAsia"/>
          <w:sz w:val="27"/>
          <w:szCs w:val="27"/>
        </w:rPr>
        <w:tab/>
      </w:r>
      <w:r w:rsidRPr="000F7527">
        <w:rPr>
          <w:rFonts w:eastAsiaTheme="minorEastAsia"/>
          <w:sz w:val="27"/>
          <w:szCs w:val="27"/>
        </w:rPr>
        <w:t>Determine the other roots of the equation.</w:t>
      </w:r>
      <w:r>
        <w:rPr>
          <w:rFonts w:eastAsiaTheme="minorEastAsia"/>
          <w:sz w:val="27"/>
          <w:szCs w:val="27"/>
        </w:rPr>
        <w:tab/>
      </w:r>
      <w:r w:rsidRPr="000F7527">
        <w:rPr>
          <w:rFonts w:eastAsiaTheme="minorEastAsia"/>
          <w:sz w:val="27"/>
          <w:szCs w:val="27"/>
        </w:rPr>
        <w:t>(06 m</w:t>
      </w:r>
      <w:r>
        <w:rPr>
          <w:rFonts w:eastAsiaTheme="minorEastAsia"/>
          <w:sz w:val="27"/>
          <w:szCs w:val="27"/>
        </w:rPr>
        <w:t>ar</w:t>
      </w:r>
      <w:r w:rsidRPr="000F7527">
        <w:rPr>
          <w:rFonts w:eastAsiaTheme="minorEastAsia"/>
          <w:sz w:val="27"/>
          <w:szCs w:val="27"/>
        </w:rPr>
        <w:t>ks)</w:t>
      </w:r>
    </w:p>
    <w:p w:rsidR="00865AE7" w:rsidRPr="000F7527" w:rsidRDefault="00865AE7" w:rsidP="00865AE7">
      <w:pPr>
        <w:tabs>
          <w:tab w:val="left" w:pos="567"/>
          <w:tab w:val="left" w:pos="1134"/>
          <w:tab w:val="left" w:pos="8505"/>
        </w:tabs>
        <w:jc w:val="both"/>
        <w:rPr>
          <w:rFonts w:eastAsiaTheme="minorEastAsia"/>
          <w:sz w:val="27"/>
          <w:szCs w:val="27"/>
        </w:rPr>
      </w:pPr>
    </w:p>
    <w:p w:rsidR="00865AE7" w:rsidRPr="000F7527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 xml:space="preserve">Express </w:t>
      </w:r>
      <m:oMath>
        <m:r>
          <w:rPr>
            <w:rFonts w:ascii="Cambria Math" w:hAnsi="Cambria Math"/>
            <w:sz w:val="27"/>
            <w:szCs w:val="27"/>
          </w:rPr>
          <m:t>f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/>
                <w:sz w:val="27"/>
                <w:szCs w:val="27"/>
              </w:rPr>
              <m:t>x</m:t>
            </m:r>
          </m:e>
        </m:d>
        <m:r>
          <w:rPr>
            <w:rFonts w:ascii="Cambria Math" w:hAnsi="Cambria Math"/>
            <w:sz w:val="27"/>
            <w:szCs w:val="27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/>
                    <w:sz w:val="27"/>
                    <w:szCs w:val="27"/>
                  </w:rPr>
                  <m:t>5x</m:t>
                </m:r>
              </m:e>
              <m:sup>
                <m:r>
                  <w:rPr>
                    <w:rFonts w:ascii="Cambria Math" w:hAnsi="Cambria Math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/>
                <w:sz w:val="27"/>
                <w:szCs w:val="27"/>
              </w:rPr>
              <m:t>-8x+1</m:t>
            </m:r>
          </m:num>
          <m:den>
            <m:r>
              <w:rPr>
                <w:rFonts w:ascii="Cambria Math" w:hAnsi="Cambria Math"/>
                <w:sz w:val="27"/>
                <w:szCs w:val="27"/>
              </w:rPr>
              <m:t>2x</m:t>
            </m:r>
            <m:sSup>
              <m:sSupPr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7"/>
                        <w:szCs w:val="27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7"/>
                    <w:szCs w:val="27"/>
                  </w:rPr>
                  <m:t>2</m:t>
                </m:r>
              </m:sup>
            </m:sSup>
          </m:den>
        </m:f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into partial fractions.  Hence show 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567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that</w:t>
      </w:r>
      <w:r w:rsidRPr="000F7527">
        <w:rPr>
          <w:rFonts w:ascii="Times New Roman" w:eastAsiaTheme="minorEastAsia" w:hAnsi="Times New Roman"/>
          <w:position w:val="-18"/>
          <w:sz w:val="27"/>
          <w:szCs w:val="27"/>
        </w:rPr>
        <w:object w:dxaOrig="400" w:dyaOrig="520">
          <v:shape id="_x0000_i1028" type="#_x0000_t75" style="width:19.5pt;height:25.5pt" o:ole="">
            <v:imagedata r:id="rId14" o:title=""/>
          </v:shape>
          <o:OLEObject Type="Embed" ProgID="Equation.3" ShapeID="_x0000_i1028" DrawAspect="Content" ObjectID="_1623577887" r:id="rId15"/>
        </w:object>
      </w:r>
      <m:oMath>
        <m:r>
          <w:rPr>
            <w:rFonts w:ascii="Cambria Math" w:eastAsiaTheme="minorEastAsia" w:hAnsi="Cambria Math"/>
            <w:sz w:val="27"/>
            <w:szCs w:val="27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d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x</m:t>
            </m:r>
          </m:e>
        </m:d>
        <m:r>
          <w:rPr>
            <w:rFonts w:ascii="Cambria Math" w:eastAsiaTheme="minorEastAsia" w:hAnsi="Cambria Math"/>
            <w:sz w:val="27"/>
            <w:szCs w:val="27"/>
          </w:rPr>
          <m:t>dx=In</m:t>
        </m:r>
        <m:d>
          <m:d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32</m:t>
                </m:r>
              </m:num>
              <m:den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7"/>
            <w:szCs w:val="27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24</m:t>
            </m:r>
          </m:den>
        </m:f>
      </m:oMath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(12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</w:p>
    <w:p w:rsidR="00865AE7" w:rsidRPr="000F7527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(a)</w:t>
      </w:r>
      <w:r>
        <w:rPr>
          <w:rFonts w:ascii="Times New Roman" w:hAnsi="Times New Roman"/>
          <w:sz w:val="27"/>
          <w:szCs w:val="27"/>
        </w:rPr>
        <w:tab/>
      </w:r>
      <w:r w:rsidRPr="000F7527">
        <w:rPr>
          <w:rFonts w:ascii="Times New Roman" w:hAnsi="Times New Roman"/>
          <w:sz w:val="27"/>
          <w:szCs w:val="27"/>
        </w:rPr>
        <w:t>The line L</w:t>
      </w:r>
      <w:r w:rsidRPr="000F7527">
        <w:rPr>
          <w:rFonts w:ascii="Times New Roman" w:hAnsi="Times New Roman"/>
          <w:sz w:val="27"/>
          <w:szCs w:val="27"/>
          <w:vertAlign w:val="subscript"/>
        </w:rPr>
        <w:t>1</w:t>
      </w:r>
      <w:r w:rsidRPr="000F7527">
        <w:rPr>
          <w:rFonts w:ascii="Times New Roman" w:hAnsi="Times New Roman"/>
          <w:sz w:val="27"/>
          <w:szCs w:val="27"/>
        </w:rPr>
        <w:t xml:space="preserve"> passes through the points A and B whose position vectors are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1134"/>
        <w:jc w:val="both"/>
        <w:rPr>
          <w:rFonts w:ascii="Times New Roman" w:eastAsiaTheme="minorEastAsia" w:hAnsi="Times New Roman"/>
          <w:sz w:val="27"/>
          <w:szCs w:val="27"/>
        </w:rPr>
      </w:pPr>
      <m:oMath>
        <m:r>
          <m:rPr>
            <m:sty m:val="bi"/>
          </m:rPr>
          <w:rPr>
            <w:rFonts w:ascii="Cambria Math" w:hAnsi="Cambria Math"/>
            <w:sz w:val="27"/>
            <w:szCs w:val="27"/>
          </w:rPr>
          <m:t>3</m:t>
        </m:r>
        <m:r>
          <m:rPr>
            <m:sty m:val="bi"/>
          </m:rPr>
          <w:rPr>
            <w:rFonts w:ascii="Cambria Math" w:hAnsi="Cambria Math"/>
            <w:sz w:val="27"/>
            <w:szCs w:val="27"/>
          </w:rPr>
          <m:t>i-i</m:t>
        </m:r>
        <m:r>
          <w:rPr>
            <w:rFonts w:ascii="Cambria Math" w:hAnsi="Cambria Math"/>
            <w:sz w:val="27"/>
            <w:szCs w:val="27"/>
          </w:rPr>
          <m:t>+</m:t>
        </m:r>
        <m:r>
          <m:rPr>
            <m:sty m:val="bi"/>
          </m:rPr>
          <w:rPr>
            <w:rFonts w:ascii="Cambria Math" w:hAnsi="Cambria Math"/>
            <w:sz w:val="27"/>
            <w:szCs w:val="27"/>
          </w:rPr>
          <m:t>2</m:t>
        </m:r>
        <m:r>
          <m:rPr>
            <m:sty m:val="bi"/>
          </m:rPr>
          <w:rPr>
            <w:rFonts w:ascii="Cambria Math" w:hAnsi="Cambria Math"/>
            <w:sz w:val="27"/>
            <w:szCs w:val="27"/>
          </w:rPr>
          <m:t>k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-i</m:t>
        </m:r>
        <m:r>
          <w:rPr>
            <w:rFonts w:ascii="Cambria Math" w:eastAsiaTheme="minorEastAsia" w:hAnsi="Cambria Math"/>
            <w:sz w:val="27"/>
            <w:szCs w:val="27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j</m:t>
        </m:r>
        <m:r>
          <w:rPr>
            <w:rFonts w:ascii="Cambria Math" w:eastAsiaTheme="minorEastAsia" w:hAnsi="Cambria Math"/>
            <w:sz w:val="27"/>
            <w:szCs w:val="27"/>
          </w:rPr>
          <m:t>+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9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k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respectively.  Find in vector form, the equation of the line L</w:t>
      </w:r>
      <w:r w:rsidRPr="000F7527">
        <w:rPr>
          <w:rFonts w:ascii="Times New Roman" w:eastAsiaTheme="minorEastAsia" w:hAnsi="Times New Roman"/>
          <w:sz w:val="27"/>
          <w:szCs w:val="27"/>
          <w:vertAlign w:val="subscript"/>
        </w:rPr>
        <w:t>1.</w:t>
      </w:r>
      <w:r w:rsidRPr="000F7527">
        <w:rPr>
          <w:rFonts w:ascii="Times New Roman" w:eastAsiaTheme="minorEastAsia" w:hAnsi="Times New Roman"/>
          <w:sz w:val="27"/>
          <w:szCs w:val="27"/>
          <w:vertAlign w:val="subscript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>(04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>(b)  The line L</w:t>
      </w:r>
      <w:r w:rsidRPr="000F7527">
        <w:rPr>
          <w:rFonts w:ascii="Times New Roman" w:eastAsiaTheme="minorEastAsia" w:hAnsi="Times New Roman"/>
          <w:sz w:val="27"/>
          <w:szCs w:val="27"/>
          <w:vertAlign w:val="subscript"/>
        </w:rPr>
        <w:t>2</w: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has the equation </w:t>
      </w:r>
      <m:oMath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r</m:t>
        </m:r>
        <m:r>
          <w:rPr>
            <w:rFonts w:ascii="Cambria Math" w:eastAsiaTheme="minorEastAsia" w:hAnsi="Cambria Math"/>
            <w:sz w:val="27"/>
            <w:szCs w:val="27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d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8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7"/>
                <w:szCs w:val="27"/>
              </w:rPr>
              <m:t>i</m:t>
            </m:r>
            <m:r>
              <w:rPr>
                <w:rFonts w:ascii="Cambria Math" w:eastAsiaTheme="minorEastAsia" w:hAnsi="Cambria Math"/>
                <w:sz w:val="27"/>
                <w:szCs w:val="27"/>
              </w:rPr>
              <m:t>+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7"/>
                <w:szCs w:val="27"/>
              </w:rPr>
              <m:t>j</m:t>
            </m:r>
            <m:r>
              <w:rPr>
                <w:rFonts w:ascii="Cambria Math" w:eastAsiaTheme="minorEastAsia" w:hAnsi="Cambria Math"/>
                <w:sz w:val="27"/>
                <w:szCs w:val="27"/>
              </w:rPr>
              <m:t>-6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7"/>
                <w:szCs w:val="27"/>
              </w:rPr>
              <m:t>k</m:t>
            </m:r>
          </m:e>
        </m:d>
        <m:r>
          <w:rPr>
            <w:rFonts w:ascii="Cambria Math" w:eastAsiaTheme="minorEastAsia" w:hAnsi="Cambria Math"/>
            <w:sz w:val="27"/>
            <w:szCs w:val="27"/>
          </w:rPr>
          <m:t>+λ(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i</m:t>
        </m:r>
        <m:r>
          <w:rPr>
            <w:rFonts w:ascii="Cambria Math" w:eastAsiaTheme="minorEastAsia" w:hAnsi="Cambria Math"/>
            <w:sz w:val="27"/>
            <w:szCs w:val="27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j</m:t>
        </m:r>
        <m:r>
          <w:rPr>
            <w:rFonts w:ascii="Cambria Math" w:eastAsiaTheme="minorEastAsia" w:hAnsi="Cambria Math"/>
            <w:sz w:val="27"/>
            <w:szCs w:val="27"/>
          </w:rPr>
          <m:t>-2</m:t>
        </m:r>
        <m:r>
          <m:rPr>
            <m:sty m:val="bi"/>
          </m:rPr>
          <w:rPr>
            <w:rFonts w:ascii="Cambria Math" w:eastAsiaTheme="minorEastAsia" w:hAnsi="Cambria Math"/>
            <w:sz w:val="27"/>
            <w:szCs w:val="27"/>
          </w:rPr>
          <m:t>k</m:t>
        </m:r>
        <m:r>
          <w:rPr>
            <w:rFonts w:ascii="Cambria Math" w:eastAsiaTheme="minorEastAsia" w:hAnsi="Cambria Math"/>
            <w:sz w:val="27"/>
            <w:szCs w:val="27"/>
          </w:rPr>
          <m:t>)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 where </w:t>
      </w:r>
      <m:oMath>
        <m:r>
          <w:rPr>
            <w:rFonts w:ascii="Cambria Math" w:eastAsiaTheme="minorEastAsia" w:hAnsi="Cambria Math"/>
            <w:sz w:val="27"/>
            <w:szCs w:val="27"/>
          </w:rPr>
          <m:t>λ</m:t>
        </m:r>
      </m:oMath>
    </w:p>
    <w:p w:rsidR="00865AE7" w:rsidRPr="00164D49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is a </w:t>
      </w:r>
      <w:r w:rsidRPr="00164D49">
        <w:rPr>
          <w:rFonts w:ascii="Times New Roman" w:eastAsiaTheme="minorEastAsia" w:hAnsi="Times New Roman"/>
          <w:sz w:val="27"/>
          <w:szCs w:val="27"/>
        </w:rPr>
        <w:t>scalar parameter.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1134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(i)  show that the lines L</w:t>
      </w:r>
      <w:r w:rsidRPr="000F7527">
        <w:rPr>
          <w:rFonts w:ascii="Times New Roman" w:eastAsiaTheme="minorEastAsia" w:hAnsi="Times New Roman"/>
          <w:sz w:val="27"/>
          <w:szCs w:val="27"/>
          <w:vertAlign w:val="subscript"/>
        </w:rPr>
        <w:t>1</w: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and L</w:t>
      </w:r>
      <w:r w:rsidRPr="000F7527">
        <w:rPr>
          <w:rFonts w:ascii="Times New Roman" w:eastAsiaTheme="minorEastAsia" w:hAnsi="Times New Roman"/>
          <w:sz w:val="27"/>
          <w:szCs w:val="27"/>
          <w:vertAlign w:val="subscript"/>
        </w:rPr>
        <w:t>2</w: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intersect.</w:t>
      </w:r>
    </w:p>
    <w:p w:rsidR="00865AE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1134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 xml:space="preserve">(ii)  Determine the position vector of the point of intersection </w:t>
      </w:r>
      <w:r w:rsidRPr="000F7527">
        <w:rPr>
          <w:rFonts w:ascii="Times New Roman" w:eastAsiaTheme="minorEastAsia" w:hAnsi="Times New Roman"/>
          <w:sz w:val="27"/>
          <w:szCs w:val="27"/>
        </w:rPr>
        <w:tab/>
        <w:t>(08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Default="00865AE7">
      <w:pPr>
        <w:rPr>
          <w:rFonts w:eastAsiaTheme="minorEastAsia"/>
          <w:sz w:val="27"/>
          <w:szCs w:val="27"/>
        </w:rPr>
      </w:pPr>
    </w:p>
    <w:p w:rsidR="001351E3" w:rsidRDefault="001351E3">
      <w:pPr>
        <w:rPr>
          <w:rFonts w:eastAsiaTheme="minorEastAsia"/>
          <w:sz w:val="27"/>
          <w:szCs w:val="27"/>
        </w:rPr>
      </w:pPr>
    </w:p>
    <w:p w:rsidR="001351E3" w:rsidRDefault="001351E3">
      <w:pPr>
        <w:rPr>
          <w:rFonts w:eastAsiaTheme="minorEastAsia"/>
          <w:sz w:val="27"/>
          <w:szCs w:val="27"/>
        </w:rPr>
      </w:pPr>
    </w:p>
    <w:p w:rsidR="001351E3" w:rsidRDefault="001351E3">
      <w:pPr>
        <w:rPr>
          <w:rFonts w:eastAsiaTheme="minorEastAsia"/>
          <w:sz w:val="27"/>
          <w:szCs w:val="27"/>
        </w:rPr>
      </w:pPr>
    </w:p>
    <w:p w:rsidR="001351E3" w:rsidRDefault="001351E3">
      <w:pPr>
        <w:rPr>
          <w:rFonts w:eastAsiaTheme="minorEastAsia"/>
          <w:sz w:val="27"/>
          <w:szCs w:val="27"/>
        </w:rPr>
      </w:pPr>
    </w:p>
    <w:p w:rsidR="001351E3" w:rsidRDefault="001351E3">
      <w:pPr>
        <w:rPr>
          <w:rFonts w:eastAsiaTheme="minorEastAsia"/>
          <w:sz w:val="27"/>
          <w:szCs w:val="27"/>
        </w:rPr>
      </w:pPr>
    </w:p>
    <w:p w:rsidR="00865AE7" w:rsidRPr="000F7527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lastRenderedPageBreak/>
        <w:t>Given the curve;</w:t>
      </w:r>
      <m:oMath>
        <m:r>
          <w:rPr>
            <w:rFonts w:ascii="Cambria Math" w:hAnsi="Cambria Math"/>
            <w:sz w:val="27"/>
            <w:szCs w:val="27"/>
          </w:rPr>
          <m:t>y=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/>
                    <w:sz w:val="27"/>
                    <w:szCs w:val="27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/>
                <w:sz w:val="27"/>
                <w:szCs w:val="27"/>
              </w:rPr>
              <m:t>-x-2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/>
                    <w:sz w:val="27"/>
                    <w:szCs w:val="27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/>
                <w:sz w:val="27"/>
                <w:szCs w:val="27"/>
              </w:rPr>
              <m:t>-x-2</m:t>
            </m:r>
          </m:den>
        </m:f>
      </m:oMath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164D49" w:rsidRDefault="00865AE7" w:rsidP="00865AE7">
      <w:pPr>
        <w:pStyle w:val="ListParagraph"/>
        <w:numPr>
          <w:ilvl w:val="0"/>
          <w:numId w:val="15"/>
        </w:numPr>
        <w:tabs>
          <w:tab w:val="left" w:pos="567"/>
          <w:tab w:val="left" w:pos="1134"/>
          <w:tab w:val="left" w:pos="8505"/>
        </w:tabs>
        <w:spacing w:after="0" w:line="360" w:lineRule="auto"/>
        <w:ind w:left="567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Find the</w:t>
      </w:r>
      <w:r>
        <w:rPr>
          <w:rFonts w:ascii="Times New Roman" w:eastAsiaTheme="minorEastAsia" w:hAnsi="Times New Roman"/>
          <w:sz w:val="27"/>
          <w:szCs w:val="27"/>
        </w:rPr>
        <w:t>:</w:t>
      </w:r>
    </w:p>
    <w:p w:rsidR="00865AE7" w:rsidRPr="00164D49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360" w:lineRule="auto"/>
        <w:ind w:left="1134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(i)  equation</w:t>
      </w:r>
      <w:r>
        <w:rPr>
          <w:rFonts w:ascii="Times New Roman" w:eastAsiaTheme="minorEastAsia" w:hAnsi="Times New Roman"/>
          <w:sz w:val="27"/>
          <w:szCs w:val="27"/>
        </w:rPr>
        <w:t>s</w: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 of the three</w:t>
      </w:r>
      <w:r>
        <w:rPr>
          <w:rFonts w:ascii="Times New Roman" w:eastAsiaTheme="minorEastAsia" w:hAnsi="Times New Roman"/>
          <w:sz w:val="27"/>
          <w:szCs w:val="27"/>
        </w:rPr>
        <w:t xml:space="preserve"> a</w:t>
      </w:r>
      <w:r w:rsidRPr="000F7527">
        <w:rPr>
          <w:rFonts w:ascii="Times New Roman" w:eastAsiaTheme="minorEastAsia" w:hAnsi="Times New Roman"/>
          <w:sz w:val="27"/>
          <w:szCs w:val="27"/>
        </w:rPr>
        <w:t>symptotes of the curve.</w:t>
      </w: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>(03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164D49" w:rsidRDefault="00865AE7" w:rsidP="00865AE7">
      <w:pPr>
        <w:tabs>
          <w:tab w:val="left" w:pos="567"/>
          <w:tab w:val="left" w:pos="1134"/>
          <w:tab w:val="left" w:pos="8505"/>
        </w:tabs>
        <w:spacing w:line="360" w:lineRule="auto"/>
        <w:ind w:left="1134"/>
        <w:jc w:val="both"/>
        <w:rPr>
          <w:rFonts w:eastAsiaTheme="minorEastAsia"/>
          <w:sz w:val="27"/>
          <w:szCs w:val="27"/>
        </w:rPr>
      </w:pPr>
      <w:r w:rsidRPr="00164D49">
        <w:rPr>
          <w:rFonts w:eastAsiaTheme="minorEastAsia"/>
          <w:sz w:val="27"/>
          <w:szCs w:val="27"/>
        </w:rPr>
        <w:t>(ii) stationary point of the curve and determine its nature</w:t>
      </w:r>
      <w:r>
        <w:rPr>
          <w:rFonts w:eastAsiaTheme="minorEastAsia"/>
          <w:sz w:val="27"/>
          <w:szCs w:val="27"/>
        </w:rPr>
        <w:t>.</w:t>
      </w:r>
      <w:r>
        <w:rPr>
          <w:rFonts w:eastAsiaTheme="minorEastAsia"/>
          <w:sz w:val="27"/>
          <w:szCs w:val="27"/>
        </w:rPr>
        <w:tab/>
      </w:r>
      <w:r w:rsidRPr="00164D49">
        <w:rPr>
          <w:rFonts w:eastAsiaTheme="minorEastAsia"/>
          <w:sz w:val="27"/>
          <w:szCs w:val="27"/>
        </w:rPr>
        <w:t>(04 marks)</w:t>
      </w:r>
    </w:p>
    <w:p w:rsidR="00865AE7" w:rsidRPr="000F7527" w:rsidRDefault="00865AE7" w:rsidP="00865AE7">
      <w:pPr>
        <w:pStyle w:val="ListParagraph"/>
        <w:numPr>
          <w:ilvl w:val="0"/>
          <w:numId w:val="15"/>
        </w:numPr>
        <w:tabs>
          <w:tab w:val="left" w:pos="567"/>
          <w:tab w:val="left" w:pos="1134"/>
          <w:tab w:val="left" w:pos="8505"/>
        </w:tabs>
        <w:spacing w:after="0" w:line="240" w:lineRule="auto"/>
        <w:jc w:val="both"/>
        <w:rPr>
          <w:rFonts w:ascii="Times New Roman" w:eastAsiaTheme="minorEastAsia" w:hAnsi="Times New Roman"/>
          <w:sz w:val="27"/>
          <w:szCs w:val="27"/>
        </w:rPr>
      </w:pPr>
      <w:r w:rsidRPr="000F7527">
        <w:rPr>
          <w:rFonts w:ascii="Times New Roman" w:eastAsiaTheme="minorEastAsia" w:hAnsi="Times New Roman"/>
          <w:sz w:val="27"/>
          <w:szCs w:val="27"/>
        </w:rPr>
        <w:t>Sketch the curve.</w:t>
      </w:r>
      <w:r w:rsidRPr="000F7527">
        <w:rPr>
          <w:rFonts w:ascii="Times New Roman" w:eastAsiaTheme="minorEastAsia" w:hAnsi="Times New Roman"/>
          <w:sz w:val="27"/>
          <w:szCs w:val="27"/>
        </w:rPr>
        <w:tab/>
        <w:t>(05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BD592A" w:rsidRDefault="00865AE7" w:rsidP="00865AE7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8505"/>
        </w:tabs>
        <w:spacing w:after="0" w:line="240" w:lineRule="auto"/>
        <w:ind w:left="0" w:firstLine="0"/>
        <w:jc w:val="both"/>
        <w:rPr>
          <w:rFonts w:ascii="Times New Roman" w:hAnsi="Times New Roman"/>
          <w:sz w:val="27"/>
          <w:szCs w:val="27"/>
        </w:rPr>
      </w:pPr>
      <w:r w:rsidRPr="000F7527">
        <w:rPr>
          <w:rFonts w:ascii="Times New Roman" w:hAnsi="Times New Roman"/>
          <w:sz w:val="27"/>
          <w:szCs w:val="27"/>
        </w:rPr>
        <w:t>(a) Given the curve</w:t>
      </w:r>
      <w:r w:rsidRPr="00BD592A">
        <w:rPr>
          <w:rFonts w:ascii="Times New Roman" w:hAnsi="Times New Roman"/>
          <w:position w:val="-24"/>
          <w:sz w:val="27"/>
          <w:szCs w:val="27"/>
        </w:rPr>
        <w:object w:dxaOrig="360" w:dyaOrig="620">
          <v:shape id="_x0000_i1029" type="#_x0000_t75" style="width:18pt;height:30.75pt" o:ole="">
            <v:imagedata r:id="rId16" o:title=""/>
          </v:shape>
          <o:OLEObject Type="Embed" ProgID="Equation.3" ShapeID="_x0000_i1029" DrawAspect="Content" ObjectID="_1623577888" r:id="rId17"/>
        </w:object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, show </w:t>
      </w:r>
      <w:r>
        <w:rPr>
          <w:rFonts w:ascii="Times New Roman" w:eastAsiaTheme="minorEastAsia" w:hAnsi="Times New Roman"/>
          <w:sz w:val="27"/>
          <w:szCs w:val="27"/>
        </w:rPr>
        <w:t xml:space="preserve">from the first principles that  </w:t>
      </w:r>
      <w:r w:rsidRPr="00BD592A">
        <w:rPr>
          <w:rFonts w:ascii="Times New Roman" w:eastAsiaTheme="minorEastAsia" w:hAnsi="Times New Roman"/>
          <w:position w:val="-24"/>
          <w:sz w:val="27"/>
          <w:szCs w:val="27"/>
        </w:rPr>
        <w:object w:dxaOrig="940" w:dyaOrig="620">
          <v:shape id="_x0000_i1030" type="#_x0000_t75" style="width:47.25pt;height:30.75pt" o:ole="">
            <v:imagedata r:id="rId18" o:title=""/>
          </v:shape>
          <o:OLEObject Type="Embed" ProgID="Equation.3" ShapeID="_x0000_i1030" DrawAspect="Content" ObjectID="_1623577889" r:id="rId19"/>
        </w:object>
      </w:r>
      <w:r w:rsidRPr="00BD592A">
        <w:rPr>
          <w:rFonts w:ascii="Times New Roman" w:eastAsiaTheme="minorEastAsia" w:hAnsi="Times New Roman"/>
          <w:sz w:val="27"/>
          <w:szCs w:val="27"/>
        </w:rPr>
        <w:t>(06 marks)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  <w:r>
        <w:rPr>
          <w:rFonts w:ascii="Times New Roman" w:eastAsiaTheme="minorEastAsia" w:hAnsi="Times New Roman"/>
          <w:sz w:val="27"/>
          <w:szCs w:val="27"/>
        </w:rPr>
        <w:tab/>
      </w:r>
      <w:r w:rsidRPr="000F7527">
        <w:rPr>
          <w:rFonts w:ascii="Times New Roman" w:eastAsiaTheme="minorEastAsia" w:hAnsi="Times New Roman"/>
          <w:sz w:val="27"/>
          <w:szCs w:val="27"/>
        </w:rPr>
        <w:t xml:space="preserve">(b) 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/>
                <w:sz w:val="27"/>
                <w:szCs w:val="27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7"/>
                <w:szCs w:val="27"/>
              </w:rPr>
              <m:t>x</m:t>
            </m:r>
          </m:sup>
        </m:sSup>
        <m:r>
          <w:rPr>
            <w:rFonts w:ascii="Cambria Math" w:eastAsiaTheme="minorEastAsia" w:hAnsi="Cambria Math"/>
            <w:sz w:val="27"/>
            <w:szCs w:val="27"/>
          </w:rPr>
          <m:t>=</m:t>
        </m:r>
        <m:func>
          <m:funcPr>
            <m:ctrlPr>
              <w:rPr>
                <w:rFonts w:ascii="Cambria Math" w:eastAsiaTheme="minorEastAsia" w:hAnsi="Cambria Math"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7"/>
                <w:szCs w:val="27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x-y</m:t>
                </m:r>
              </m:e>
            </m:d>
          </m:e>
        </m:func>
        <m:r>
          <w:rPr>
            <w:rFonts w:ascii="Cambria Math" w:eastAsiaTheme="minorEastAsia" w:hAnsi="Cambria Math"/>
            <w:sz w:val="27"/>
            <w:szCs w:val="27"/>
          </w:rPr>
          <m:t xml:space="preserve">, </m:t>
        </m:r>
      </m:oMath>
      <w:r w:rsidRPr="000F7527">
        <w:rPr>
          <w:rFonts w:ascii="Times New Roman" w:eastAsiaTheme="minorEastAsia" w:hAnsi="Times New Roman"/>
          <w:sz w:val="27"/>
          <w:szCs w:val="27"/>
        </w:rPr>
        <w:t xml:space="preserve">show that </w:t>
      </w:r>
      <m:oMath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/>
                <w:sz w:val="27"/>
                <w:szCs w:val="27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7"/>
                <w:szCs w:val="27"/>
              </w:rPr>
              <m:t>dx</m:t>
            </m:r>
          </m:den>
        </m:f>
        <m:r>
          <w:rPr>
            <w:rFonts w:ascii="Cambria Math" w:eastAsiaTheme="minorEastAsia" w:hAnsi="Cambria Math"/>
            <w:sz w:val="27"/>
            <w:szCs w:val="27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7"/>
                <w:szCs w:val="27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7"/>
                        <w:szCs w:val="27"/>
                      </w:rPr>
                      <m:t>1-e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7"/>
                        <w:szCs w:val="27"/>
                      </w:rPr>
                      <m:t>2x</m:t>
                    </m:r>
                  </m:sup>
                </m:sSup>
              </m:e>
            </m:rad>
            <m:r>
              <w:rPr>
                <w:rFonts w:ascii="Cambria Math" w:eastAsiaTheme="minorEastAsia" w:hAnsi="Cambria Math"/>
                <w:sz w:val="27"/>
                <w:szCs w:val="27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7"/>
                    <w:szCs w:val="27"/>
                  </w:rPr>
                  <m:t>x</m:t>
                </m:r>
              </m:sup>
            </m:sSup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7"/>
                        <w:szCs w:val="27"/>
                      </w:rPr>
                      <m:t>1-e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7"/>
                        <w:szCs w:val="27"/>
                      </w:rPr>
                      <m:t>2x</m:t>
                    </m:r>
                  </m:sup>
                </m:sSup>
              </m:e>
            </m:rad>
          </m:den>
        </m:f>
      </m:oMath>
      <w:r w:rsidRPr="000F7527">
        <w:rPr>
          <w:rFonts w:ascii="Times New Roman" w:eastAsiaTheme="minorEastAsia" w:hAnsi="Times New Roman"/>
          <w:sz w:val="27"/>
          <w:szCs w:val="27"/>
        </w:rPr>
        <w:tab/>
        <w:t>(06 m</w:t>
      </w:r>
      <w:r>
        <w:rPr>
          <w:rFonts w:ascii="Times New Roman" w:eastAsiaTheme="minorEastAsia" w:hAnsi="Times New Roman"/>
          <w:sz w:val="27"/>
          <w:szCs w:val="27"/>
        </w:rPr>
        <w:t>ar</w:t>
      </w:r>
      <w:r w:rsidRPr="000F7527">
        <w:rPr>
          <w:rFonts w:ascii="Times New Roman" w:eastAsiaTheme="minorEastAsia" w:hAnsi="Times New Roman"/>
          <w:sz w:val="27"/>
          <w:szCs w:val="27"/>
        </w:rPr>
        <w:t>ks)</w:t>
      </w:r>
    </w:p>
    <w:p w:rsidR="00865AE7" w:rsidRPr="000F7527" w:rsidRDefault="00865AE7" w:rsidP="00865AE7">
      <w:pPr>
        <w:pStyle w:val="ListParagraph"/>
        <w:tabs>
          <w:tab w:val="left" w:pos="567"/>
          <w:tab w:val="left" w:pos="1134"/>
          <w:tab w:val="left" w:pos="8505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7"/>
          <w:szCs w:val="27"/>
        </w:rPr>
      </w:pPr>
    </w:p>
    <w:p w:rsidR="00865AE7" w:rsidRDefault="00865AE7" w:rsidP="00865AE7">
      <w:pPr>
        <w:pStyle w:val="Subtitle"/>
        <w:tabs>
          <w:tab w:val="left" w:pos="567"/>
          <w:tab w:val="left" w:pos="1134"/>
          <w:tab w:val="left" w:pos="8505"/>
        </w:tabs>
        <w:spacing w:line="360" w:lineRule="auto"/>
        <w:jc w:val="left"/>
        <w:rPr>
          <w:b w:val="0"/>
          <w:sz w:val="28"/>
          <w:szCs w:val="28"/>
        </w:rPr>
      </w:pPr>
    </w:p>
    <w:sectPr w:rsidR="00865AE7" w:rsidSect="00BF2903">
      <w:headerReference w:type="even" r:id="rId20"/>
      <w:headerReference w:type="default" r:id="rId21"/>
      <w:footerReference w:type="default" r:id="rId22"/>
      <w:footerReference w:type="first" r:id="rId23"/>
      <w:type w:val="continuous"/>
      <w:pgSz w:w="11909" w:h="16834" w:code="9"/>
      <w:pgMar w:top="1180" w:right="839" w:bottom="450" w:left="1267" w:header="450" w:footer="34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A7C" w:rsidRDefault="00470A7C">
      <w:r>
        <w:separator/>
      </w:r>
    </w:p>
  </w:endnote>
  <w:endnote w:type="continuationSeparator" w:id="1">
    <w:p w:rsidR="00470A7C" w:rsidRDefault="00470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A4" w:rsidRDefault="008055A4">
    <w:pPr>
      <w:pStyle w:val="Footer"/>
    </w:pPr>
    <w:r>
      <w:t>_________________________________________________________________________________________________</w:t>
    </w:r>
  </w:p>
  <w:p w:rsidR="008055A4" w:rsidRPr="00E815BF" w:rsidRDefault="008055A4" w:rsidP="004940BE">
    <w:pPr>
      <w:pStyle w:val="Footer"/>
      <w:rPr>
        <w:b/>
        <w:i/>
        <w:szCs w:val="24"/>
      </w:rPr>
    </w:pPr>
    <w:r w:rsidRPr="00E815BF">
      <w:rPr>
        <w:b/>
        <w:i/>
        <w:szCs w:val="24"/>
      </w:rPr>
      <w:t xml:space="preserve">                                                   © 201</w:t>
    </w:r>
    <w:r w:rsidR="00865AE7" w:rsidRPr="00E815BF">
      <w:rPr>
        <w:b/>
        <w:i/>
        <w:szCs w:val="24"/>
      </w:rPr>
      <w:t>9</w:t>
    </w:r>
    <w:r w:rsidRPr="00E815BF">
      <w:rPr>
        <w:b/>
        <w:i/>
        <w:iCs/>
        <w:szCs w:val="24"/>
      </w:rPr>
      <w:t xml:space="preserve">  </w:t>
    </w:r>
    <w:r w:rsidRPr="00E815BF">
      <w:rPr>
        <w:b/>
        <w:bCs/>
        <w:i/>
        <w:iCs/>
        <w:szCs w:val="24"/>
      </w:rPr>
      <w:t xml:space="preserve">Jinja  Joint  Examinations  Board                       </w:t>
    </w:r>
    <w:r w:rsidR="00E815BF">
      <w:rPr>
        <w:b/>
        <w:bCs/>
        <w:i/>
        <w:iCs/>
        <w:szCs w:val="24"/>
      </w:rPr>
      <w:t xml:space="preserve">                                 </w:t>
    </w:r>
    <w:r w:rsidRPr="00E815BF">
      <w:rPr>
        <w:b/>
        <w:bCs/>
        <w:i/>
        <w:iCs/>
        <w:szCs w:val="24"/>
      </w:rPr>
      <w:t xml:space="preserve"> </w:t>
    </w:r>
    <w:r w:rsidR="00283655" w:rsidRPr="00E815BF">
      <w:rPr>
        <w:b/>
        <w:bCs/>
        <w:i/>
        <w:iCs/>
        <w:szCs w:val="24"/>
      </w:rPr>
      <w:t>Turn over</w:t>
    </w:r>
  </w:p>
  <w:p w:rsidR="008055A4" w:rsidRDefault="008055A4">
    <w:pPr>
      <w:pStyle w:val="Footer"/>
      <w:rPr>
        <w:b/>
      </w:rPr>
    </w:pPr>
    <w:r w:rsidRPr="00742858">
      <w:rPr>
        <w:b/>
        <w:bCs/>
        <w:i/>
        <w:iCs/>
      </w:rPr>
      <w:tab/>
    </w:r>
    <w:r>
      <w:rPr>
        <w:b/>
      </w:rPr>
      <w:t>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A4" w:rsidRDefault="008055A4">
    <w:pPr>
      <w:pStyle w:val="Footer"/>
      <w:pBdr>
        <w:bottom w:val="single" w:sz="12" w:space="1" w:color="auto"/>
      </w:pBdr>
    </w:pPr>
  </w:p>
  <w:p w:rsidR="008055A4" w:rsidRDefault="008055A4">
    <w:pPr>
      <w:pStyle w:val="Footer"/>
      <w:pBdr>
        <w:bottom w:val="single" w:sz="12" w:space="1" w:color="auto"/>
      </w:pBdr>
    </w:pPr>
  </w:p>
  <w:p w:rsidR="008055A4" w:rsidRPr="00E815BF" w:rsidRDefault="008055A4">
    <w:pPr>
      <w:pStyle w:val="Footer"/>
      <w:jc w:val="both"/>
      <w:rPr>
        <w:b/>
        <w:i/>
        <w:sz w:val="24"/>
        <w:szCs w:val="24"/>
      </w:rPr>
    </w:pPr>
    <w:r>
      <w:tab/>
      <w:t xml:space="preserve">                   </w:t>
    </w:r>
    <w:r w:rsidRPr="00E815BF">
      <w:rPr>
        <w:b/>
        <w:i/>
        <w:szCs w:val="24"/>
      </w:rPr>
      <w:t>© 201</w:t>
    </w:r>
    <w:r w:rsidR="00865AE7" w:rsidRPr="00E815BF">
      <w:rPr>
        <w:b/>
        <w:i/>
        <w:szCs w:val="24"/>
      </w:rPr>
      <w:t>9</w:t>
    </w:r>
    <w:r w:rsidRPr="00E815BF">
      <w:rPr>
        <w:b/>
        <w:i/>
        <w:szCs w:val="24"/>
      </w:rPr>
      <w:t xml:space="preserve">  Jinja Joint Examinations Board</w:t>
    </w:r>
    <w:r w:rsidRPr="00E815BF">
      <w:rPr>
        <w:i/>
        <w:szCs w:val="24"/>
      </w:rPr>
      <w:tab/>
      <w:t xml:space="preserve">                            </w:t>
    </w:r>
    <w:r w:rsidR="00E815BF">
      <w:rPr>
        <w:i/>
        <w:szCs w:val="24"/>
      </w:rPr>
      <w:t xml:space="preserve">                    </w:t>
    </w:r>
    <w:r w:rsidRPr="00E815BF">
      <w:rPr>
        <w:b/>
        <w:i/>
        <w:iCs/>
        <w:szCs w:val="24"/>
      </w:rPr>
      <w:t>Turn Over</w:t>
    </w:r>
  </w:p>
  <w:p w:rsidR="008055A4" w:rsidRDefault="008055A4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A7C" w:rsidRDefault="00470A7C">
      <w:r>
        <w:separator/>
      </w:r>
    </w:p>
  </w:footnote>
  <w:footnote w:type="continuationSeparator" w:id="1">
    <w:p w:rsidR="00470A7C" w:rsidRDefault="00470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A4" w:rsidRDefault="00F524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055A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55A4">
      <w:rPr>
        <w:rStyle w:val="PageNumber"/>
        <w:noProof/>
      </w:rPr>
      <w:t>1</w:t>
    </w:r>
    <w:r>
      <w:rPr>
        <w:rStyle w:val="PageNumber"/>
      </w:rPr>
      <w:fldChar w:fldCharType="end"/>
    </w:r>
  </w:p>
  <w:p w:rsidR="008055A4" w:rsidRDefault="008055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5A4" w:rsidRPr="00B434C5" w:rsidRDefault="00F524CF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B434C5">
      <w:rPr>
        <w:rStyle w:val="PageNumber"/>
        <w:sz w:val="24"/>
        <w:szCs w:val="24"/>
      </w:rPr>
      <w:fldChar w:fldCharType="begin"/>
    </w:r>
    <w:r w:rsidR="008055A4" w:rsidRPr="00B434C5">
      <w:rPr>
        <w:rStyle w:val="PageNumber"/>
        <w:sz w:val="24"/>
        <w:szCs w:val="24"/>
      </w:rPr>
      <w:instrText xml:space="preserve">PAGE  </w:instrText>
    </w:r>
    <w:r w:rsidRPr="00B434C5">
      <w:rPr>
        <w:rStyle w:val="PageNumber"/>
        <w:sz w:val="24"/>
        <w:szCs w:val="24"/>
      </w:rPr>
      <w:fldChar w:fldCharType="separate"/>
    </w:r>
    <w:r w:rsidR="00706533">
      <w:rPr>
        <w:rStyle w:val="PageNumber"/>
        <w:noProof/>
        <w:sz w:val="24"/>
        <w:szCs w:val="24"/>
      </w:rPr>
      <w:t>2</w:t>
    </w:r>
    <w:r w:rsidRPr="00B434C5">
      <w:rPr>
        <w:rStyle w:val="PageNumber"/>
        <w:sz w:val="24"/>
        <w:szCs w:val="24"/>
      </w:rPr>
      <w:fldChar w:fldCharType="end"/>
    </w:r>
  </w:p>
  <w:p w:rsidR="008055A4" w:rsidRDefault="008055A4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D57"/>
    <w:multiLevelType w:val="hybridMultilevel"/>
    <w:tmpl w:val="011CC7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C394A"/>
    <w:multiLevelType w:val="hybridMultilevel"/>
    <w:tmpl w:val="486CE84A"/>
    <w:lvl w:ilvl="0" w:tplc="C818D476">
      <w:start w:val="1"/>
      <w:numFmt w:val="lowerRoman"/>
      <w:lvlText w:val="(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156E6"/>
    <w:multiLevelType w:val="hybridMultilevel"/>
    <w:tmpl w:val="B5ECB85A"/>
    <w:lvl w:ilvl="0" w:tplc="BC78F22A">
      <w:start w:val="1"/>
      <w:numFmt w:val="lowerRoman"/>
      <w:lvlText w:val="(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5E7C43"/>
    <w:multiLevelType w:val="hybridMultilevel"/>
    <w:tmpl w:val="3146D2D0"/>
    <w:lvl w:ilvl="0" w:tplc="1D906CD8">
      <w:start w:val="1"/>
      <w:numFmt w:val="lowerRoman"/>
      <w:lvlText w:val="(%1.)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6143829"/>
    <w:multiLevelType w:val="hybridMultilevel"/>
    <w:tmpl w:val="6EEE2BBA"/>
    <w:lvl w:ilvl="0" w:tplc="725EE5A4">
      <w:start w:val="1"/>
      <w:numFmt w:val="lowerRoman"/>
      <w:lvlText w:val="(%1.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52F25AB"/>
    <w:multiLevelType w:val="hybridMultilevel"/>
    <w:tmpl w:val="70FE4CC0"/>
    <w:lvl w:ilvl="0" w:tplc="0436F26A">
      <w:start w:val="1"/>
      <w:numFmt w:val="lowerLetter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47D2E"/>
    <w:multiLevelType w:val="hybridMultilevel"/>
    <w:tmpl w:val="3E7EBD4C"/>
    <w:lvl w:ilvl="0" w:tplc="F0626834">
      <w:start w:val="1"/>
      <w:numFmt w:val="lowerRoman"/>
      <w:lvlText w:val="(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CE38FD"/>
    <w:multiLevelType w:val="hybridMultilevel"/>
    <w:tmpl w:val="2B4E9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57B4A"/>
    <w:multiLevelType w:val="hybridMultilevel"/>
    <w:tmpl w:val="1818C458"/>
    <w:lvl w:ilvl="0" w:tplc="78DAC83C">
      <w:start w:val="1"/>
      <w:numFmt w:val="lowerLetter"/>
      <w:lvlText w:val="(%1)"/>
      <w:lvlJc w:val="left"/>
      <w:pPr>
        <w:ind w:left="1440" w:hanging="720"/>
      </w:pPr>
      <w:rPr>
        <w:rFonts w:eastAsiaTheme="minorEastAsia" w:hint="default"/>
        <w:sz w:val="2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8B1EDD"/>
    <w:multiLevelType w:val="hybridMultilevel"/>
    <w:tmpl w:val="BC046B4A"/>
    <w:lvl w:ilvl="0" w:tplc="CC2AFFB0">
      <w:start w:val="1"/>
      <w:numFmt w:val="lowerLetter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618CF"/>
    <w:multiLevelType w:val="hybridMultilevel"/>
    <w:tmpl w:val="CCAC7888"/>
    <w:lvl w:ilvl="0" w:tplc="990012A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D023F"/>
    <w:multiLevelType w:val="hybridMultilevel"/>
    <w:tmpl w:val="47CCB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166A7"/>
    <w:multiLevelType w:val="hybridMultilevel"/>
    <w:tmpl w:val="53962C46"/>
    <w:lvl w:ilvl="0" w:tplc="B418A36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6143EAC"/>
    <w:multiLevelType w:val="hybridMultilevel"/>
    <w:tmpl w:val="009806FC"/>
    <w:lvl w:ilvl="0" w:tplc="2FCE6C1C">
      <w:start w:val="1"/>
      <w:numFmt w:val="lowerRoman"/>
      <w:lvlText w:val="(%1.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84F3CC9"/>
    <w:multiLevelType w:val="hybridMultilevel"/>
    <w:tmpl w:val="2670FD36"/>
    <w:lvl w:ilvl="0" w:tplc="0060A472">
      <w:start w:val="1"/>
      <w:numFmt w:val="lowerRoman"/>
      <w:lvlText w:val="(%1)"/>
      <w:lvlJc w:val="left"/>
      <w:pPr>
        <w:ind w:left="654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03" w:hanging="360"/>
      </w:pPr>
    </w:lvl>
    <w:lvl w:ilvl="2" w:tplc="0409001B" w:tentative="1">
      <w:start w:val="1"/>
      <w:numFmt w:val="lowerRoman"/>
      <w:lvlText w:val="%3."/>
      <w:lvlJc w:val="right"/>
      <w:pPr>
        <w:ind w:left="7623" w:hanging="180"/>
      </w:pPr>
    </w:lvl>
    <w:lvl w:ilvl="3" w:tplc="0409000F" w:tentative="1">
      <w:start w:val="1"/>
      <w:numFmt w:val="decimal"/>
      <w:lvlText w:val="%4."/>
      <w:lvlJc w:val="left"/>
      <w:pPr>
        <w:ind w:left="8343" w:hanging="360"/>
      </w:pPr>
    </w:lvl>
    <w:lvl w:ilvl="4" w:tplc="04090019" w:tentative="1">
      <w:start w:val="1"/>
      <w:numFmt w:val="lowerLetter"/>
      <w:lvlText w:val="%5."/>
      <w:lvlJc w:val="left"/>
      <w:pPr>
        <w:ind w:left="9063" w:hanging="360"/>
      </w:pPr>
    </w:lvl>
    <w:lvl w:ilvl="5" w:tplc="0409001B" w:tentative="1">
      <w:start w:val="1"/>
      <w:numFmt w:val="lowerRoman"/>
      <w:lvlText w:val="%6."/>
      <w:lvlJc w:val="right"/>
      <w:pPr>
        <w:ind w:left="9783" w:hanging="180"/>
      </w:pPr>
    </w:lvl>
    <w:lvl w:ilvl="6" w:tplc="0409000F" w:tentative="1">
      <w:start w:val="1"/>
      <w:numFmt w:val="decimal"/>
      <w:lvlText w:val="%7."/>
      <w:lvlJc w:val="left"/>
      <w:pPr>
        <w:ind w:left="10503" w:hanging="360"/>
      </w:pPr>
    </w:lvl>
    <w:lvl w:ilvl="7" w:tplc="04090019" w:tentative="1">
      <w:start w:val="1"/>
      <w:numFmt w:val="lowerLetter"/>
      <w:lvlText w:val="%8."/>
      <w:lvlJc w:val="left"/>
      <w:pPr>
        <w:ind w:left="11223" w:hanging="360"/>
      </w:pPr>
    </w:lvl>
    <w:lvl w:ilvl="8" w:tplc="0409001B" w:tentative="1">
      <w:start w:val="1"/>
      <w:numFmt w:val="lowerRoman"/>
      <w:lvlText w:val="%9."/>
      <w:lvlJc w:val="right"/>
      <w:pPr>
        <w:ind w:left="11943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"/>
  </w:num>
  <w:num w:numId="10">
    <w:abstractNumId w:val="10"/>
  </w:num>
  <w:num w:numId="11">
    <w:abstractNumId w:val="11"/>
  </w:num>
  <w:num w:numId="12">
    <w:abstractNumId w:val="7"/>
  </w:num>
  <w:num w:numId="13">
    <w:abstractNumId w:val="12"/>
  </w:num>
  <w:num w:numId="14">
    <w:abstractNumId w:val="14"/>
  </w:num>
  <w:num w:numId="15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641"/>
    <w:rsid w:val="00003357"/>
    <w:rsid w:val="000301CA"/>
    <w:rsid w:val="00033F8C"/>
    <w:rsid w:val="00034172"/>
    <w:rsid w:val="00041169"/>
    <w:rsid w:val="0004507A"/>
    <w:rsid w:val="000526C2"/>
    <w:rsid w:val="00056E2D"/>
    <w:rsid w:val="000571ED"/>
    <w:rsid w:val="00062BB5"/>
    <w:rsid w:val="000662E4"/>
    <w:rsid w:val="00073194"/>
    <w:rsid w:val="00074BE9"/>
    <w:rsid w:val="00085F8B"/>
    <w:rsid w:val="000908D6"/>
    <w:rsid w:val="000947B1"/>
    <w:rsid w:val="000961CE"/>
    <w:rsid w:val="00096313"/>
    <w:rsid w:val="00096889"/>
    <w:rsid w:val="000A56A8"/>
    <w:rsid w:val="000A61D6"/>
    <w:rsid w:val="000B123C"/>
    <w:rsid w:val="000B1A6E"/>
    <w:rsid w:val="000B246A"/>
    <w:rsid w:val="000B7C00"/>
    <w:rsid w:val="000C185D"/>
    <w:rsid w:val="000E01B0"/>
    <w:rsid w:val="000E43F7"/>
    <w:rsid w:val="000E6EFA"/>
    <w:rsid w:val="000F0D0E"/>
    <w:rsid w:val="000F24C0"/>
    <w:rsid w:val="000F7C82"/>
    <w:rsid w:val="0012413E"/>
    <w:rsid w:val="001264DD"/>
    <w:rsid w:val="001305D9"/>
    <w:rsid w:val="001316BB"/>
    <w:rsid w:val="001349D2"/>
    <w:rsid w:val="0013514A"/>
    <w:rsid w:val="001351E3"/>
    <w:rsid w:val="001458DB"/>
    <w:rsid w:val="00156DF4"/>
    <w:rsid w:val="00162628"/>
    <w:rsid w:val="00170D1E"/>
    <w:rsid w:val="001763B0"/>
    <w:rsid w:val="0017651C"/>
    <w:rsid w:val="00180A67"/>
    <w:rsid w:val="00186A1E"/>
    <w:rsid w:val="00190CAA"/>
    <w:rsid w:val="001954C1"/>
    <w:rsid w:val="001A3993"/>
    <w:rsid w:val="001A3B48"/>
    <w:rsid w:val="001B0DDF"/>
    <w:rsid w:val="001C591F"/>
    <w:rsid w:val="001C68C0"/>
    <w:rsid w:val="001D1F68"/>
    <w:rsid w:val="001D31A8"/>
    <w:rsid w:val="001D3BAB"/>
    <w:rsid w:val="001F2DC1"/>
    <w:rsid w:val="001F3745"/>
    <w:rsid w:val="001F3A5B"/>
    <w:rsid w:val="00200917"/>
    <w:rsid w:val="00200BC0"/>
    <w:rsid w:val="00201B66"/>
    <w:rsid w:val="00202EFF"/>
    <w:rsid w:val="002113AE"/>
    <w:rsid w:val="0021374C"/>
    <w:rsid w:val="00215F36"/>
    <w:rsid w:val="002224F2"/>
    <w:rsid w:val="00225CEB"/>
    <w:rsid w:val="00226FB8"/>
    <w:rsid w:val="00243938"/>
    <w:rsid w:val="002446AB"/>
    <w:rsid w:val="002513A5"/>
    <w:rsid w:val="00251DFA"/>
    <w:rsid w:val="00255105"/>
    <w:rsid w:val="002668F2"/>
    <w:rsid w:val="002707C3"/>
    <w:rsid w:val="00273AA2"/>
    <w:rsid w:val="002743B2"/>
    <w:rsid w:val="00283655"/>
    <w:rsid w:val="002849BD"/>
    <w:rsid w:val="002859F5"/>
    <w:rsid w:val="00295BC5"/>
    <w:rsid w:val="002A335F"/>
    <w:rsid w:val="002B446B"/>
    <w:rsid w:val="002C1D81"/>
    <w:rsid w:val="002D1DEB"/>
    <w:rsid w:val="002D35D2"/>
    <w:rsid w:val="002E20CE"/>
    <w:rsid w:val="002E33D5"/>
    <w:rsid w:val="002E4EAC"/>
    <w:rsid w:val="002E5F9D"/>
    <w:rsid w:val="002F18C7"/>
    <w:rsid w:val="002F6150"/>
    <w:rsid w:val="002F686C"/>
    <w:rsid w:val="002F7FED"/>
    <w:rsid w:val="00301C2E"/>
    <w:rsid w:val="00307B85"/>
    <w:rsid w:val="003116EA"/>
    <w:rsid w:val="003136CD"/>
    <w:rsid w:val="00315973"/>
    <w:rsid w:val="00323C7F"/>
    <w:rsid w:val="00330BA7"/>
    <w:rsid w:val="00333FF8"/>
    <w:rsid w:val="003351BD"/>
    <w:rsid w:val="003357C2"/>
    <w:rsid w:val="00337416"/>
    <w:rsid w:val="00340EA5"/>
    <w:rsid w:val="003452E9"/>
    <w:rsid w:val="00347C20"/>
    <w:rsid w:val="00347F31"/>
    <w:rsid w:val="0035071A"/>
    <w:rsid w:val="003554F9"/>
    <w:rsid w:val="00355F0B"/>
    <w:rsid w:val="00362AD3"/>
    <w:rsid w:val="00366A24"/>
    <w:rsid w:val="00366CBC"/>
    <w:rsid w:val="00371325"/>
    <w:rsid w:val="00374042"/>
    <w:rsid w:val="00380F21"/>
    <w:rsid w:val="00381443"/>
    <w:rsid w:val="00382D07"/>
    <w:rsid w:val="0038706D"/>
    <w:rsid w:val="003901DA"/>
    <w:rsid w:val="00394928"/>
    <w:rsid w:val="003A131C"/>
    <w:rsid w:val="003B5F50"/>
    <w:rsid w:val="003B6ED2"/>
    <w:rsid w:val="003C0849"/>
    <w:rsid w:val="003C1013"/>
    <w:rsid w:val="003C53A0"/>
    <w:rsid w:val="003E0FDA"/>
    <w:rsid w:val="003E35D7"/>
    <w:rsid w:val="003E7FAF"/>
    <w:rsid w:val="003F06D8"/>
    <w:rsid w:val="003F299C"/>
    <w:rsid w:val="003F40E3"/>
    <w:rsid w:val="00413C65"/>
    <w:rsid w:val="00432108"/>
    <w:rsid w:val="004332D0"/>
    <w:rsid w:val="00433A73"/>
    <w:rsid w:val="00434AE7"/>
    <w:rsid w:val="00440F51"/>
    <w:rsid w:val="0044271D"/>
    <w:rsid w:val="0044506F"/>
    <w:rsid w:val="00446927"/>
    <w:rsid w:val="0045668B"/>
    <w:rsid w:val="004605A6"/>
    <w:rsid w:val="004700CE"/>
    <w:rsid w:val="00470A7C"/>
    <w:rsid w:val="00475733"/>
    <w:rsid w:val="00481638"/>
    <w:rsid w:val="00485655"/>
    <w:rsid w:val="00485952"/>
    <w:rsid w:val="00494018"/>
    <w:rsid w:val="004940BE"/>
    <w:rsid w:val="00497244"/>
    <w:rsid w:val="004B02A0"/>
    <w:rsid w:val="004B5D35"/>
    <w:rsid w:val="004B7019"/>
    <w:rsid w:val="004C487C"/>
    <w:rsid w:val="004C670D"/>
    <w:rsid w:val="004C7A6B"/>
    <w:rsid w:val="004D0061"/>
    <w:rsid w:val="004D5904"/>
    <w:rsid w:val="004E251D"/>
    <w:rsid w:val="004E2B2E"/>
    <w:rsid w:val="004E3EE0"/>
    <w:rsid w:val="004E6EBE"/>
    <w:rsid w:val="004F1CE5"/>
    <w:rsid w:val="004F395A"/>
    <w:rsid w:val="005040EB"/>
    <w:rsid w:val="00511612"/>
    <w:rsid w:val="00511DB5"/>
    <w:rsid w:val="00511FF0"/>
    <w:rsid w:val="005122A4"/>
    <w:rsid w:val="005344B6"/>
    <w:rsid w:val="00534C07"/>
    <w:rsid w:val="0054598A"/>
    <w:rsid w:val="0054701E"/>
    <w:rsid w:val="00553355"/>
    <w:rsid w:val="00554D66"/>
    <w:rsid w:val="005716A7"/>
    <w:rsid w:val="005769F4"/>
    <w:rsid w:val="00590453"/>
    <w:rsid w:val="00592B76"/>
    <w:rsid w:val="005A37F2"/>
    <w:rsid w:val="005A560C"/>
    <w:rsid w:val="005B0967"/>
    <w:rsid w:val="005B0FB6"/>
    <w:rsid w:val="005B5D5C"/>
    <w:rsid w:val="005C49DC"/>
    <w:rsid w:val="005C7EDD"/>
    <w:rsid w:val="005C7F4D"/>
    <w:rsid w:val="005D3126"/>
    <w:rsid w:val="005D5577"/>
    <w:rsid w:val="005E5049"/>
    <w:rsid w:val="005E6CAF"/>
    <w:rsid w:val="005F1B4C"/>
    <w:rsid w:val="005F6550"/>
    <w:rsid w:val="005F66CE"/>
    <w:rsid w:val="00602C59"/>
    <w:rsid w:val="00605939"/>
    <w:rsid w:val="00607B65"/>
    <w:rsid w:val="00612C10"/>
    <w:rsid w:val="00626A80"/>
    <w:rsid w:val="00627CCA"/>
    <w:rsid w:val="00635DCF"/>
    <w:rsid w:val="0063683F"/>
    <w:rsid w:val="00636E65"/>
    <w:rsid w:val="006457F7"/>
    <w:rsid w:val="00646BE1"/>
    <w:rsid w:val="00650841"/>
    <w:rsid w:val="0065231B"/>
    <w:rsid w:val="00662604"/>
    <w:rsid w:val="00663045"/>
    <w:rsid w:val="00673982"/>
    <w:rsid w:val="00676B8D"/>
    <w:rsid w:val="00680462"/>
    <w:rsid w:val="00681D55"/>
    <w:rsid w:val="006831AE"/>
    <w:rsid w:val="00683C74"/>
    <w:rsid w:val="0068655C"/>
    <w:rsid w:val="0069101E"/>
    <w:rsid w:val="00691500"/>
    <w:rsid w:val="00692B4A"/>
    <w:rsid w:val="00694327"/>
    <w:rsid w:val="006A5FD7"/>
    <w:rsid w:val="006B18BF"/>
    <w:rsid w:val="006B5364"/>
    <w:rsid w:val="006C330F"/>
    <w:rsid w:val="006C3C4B"/>
    <w:rsid w:val="006C3DAB"/>
    <w:rsid w:val="006C6C8B"/>
    <w:rsid w:val="006C7397"/>
    <w:rsid w:val="006D08AC"/>
    <w:rsid w:val="006D4A16"/>
    <w:rsid w:val="006F1CB9"/>
    <w:rsid w:val="006F2EFE"/>
    <w:rsid w:val="006F43A9"/>
    <w:rsid w:val="006F4647"/>
    <w:rsid w:val="0070087C"/>
    <w:rsid w:val="007018C5"/>
    <w:rsid w:val="00701B74"/>
    <w:rsid w:val="00706533"/>
    <w:rsid w:val="00717BAC"/>
    <w:rsid w:val="0072045D"/>
    <w:rsid w:val="00723606"/>
    <w:rsid w:val="00723CBC"/>
    <w:rsid w:val="00734713"/>
    <w:rsid w:val="00742858"/>
    <w:rsid w:val="0074661E"/>
    <w:rsid w:val="007518FF"/>
    <w:rsid w:val="00754756"/>
    <w:rsid w:val="00755F09"/>
    <w:rsid w:val="00756306"/>
    <w:rsid w:val="007611BD"/>
    <w:rsid w:val="00761498"/>
    <w:rsid w:val="00761CAA"/>
    <w:rsid w:val="007737B3"/>
    <w:rsid w:val="00773FEB"/>
    <w:rsid w:val="0078452A"/>
    <w:rsid w:val="00790F02"/>
    <w:rsid w:val="00793DA6"/>
    <w:rsid w:val="007A0D63"/>
    <w:rsid w:val="007A2F87"/>
    <w:rsid w:val="007A3A0F"/>
    <w:rsid w:val="007A5B85"/>
    <w:rsid w:val="007B0A19"/>
    <w:rsid w:val="007B56F2"/>
    <w:rsid w:val="007D135A"/>
    <w:rsid w:val="007D1A35"/>
    <w:rsid w:val="007D1F08"/>
    <w:rsid w:val="007D3DC4"/>
    <w:rsid w:val="007D449D"/>
    <w:rsid w:val="007D4501"/>
    <w:rsid w:val="007E17AA"/>
    <w:rsid w:val="007E50BD"/>
    <w:rsid w:val="007E6385"/>
    <w:rsid w:val="007F7532"/>
    <w:rsid w:val="00802944"/>
    <w:rsid w:val="00802DA6"/>
    <w:rsid w:val="00805477"/>
    <w:rsid w:val="008055A4"/>
    <w:rsid w:val="0081165E"/>
    <w:rsid w:val="0081528A"/>
    <w:rsid w:val="0081672F"/>
    <w:rsid w:val="00816A3D"/>
    <w:rsid w:val="008239FC"/>
    <w:rsid w:val="00827851"/>
    <w:rsid w:val="0082797E"/>
    <w:rsid w:val="008308FB"/>
    <w:rsid w:val="008340AC"/>
    <w:rsid w:val="0083728C"/>
    <w:rsid w:val="00850204"/>
    <w:rsid w:val="00850CA0"/>
    <w:rsid w:val="00864264"/>
    <w:rsid w:val="00865AE7"/>
    <w:rsid w:val="0087047F"/>
    <w:rsid w:val="00875326"/>
    <w:rsid w:val="00880D95"/>
    <w:rsid w:val="0088753E"/>
    <w:rsid w:val="00891FC7"/>
    <w:rsid w:val="00893CFA"/>
    <w:rsid w:val="00895D76"/>
    <w:rsid w:val="008B7236"/>
    <w:rsid w:val="008C0D63"/>
    <w:rsid w:val="008C5DED"/>
    <w:rsid w:val="008D285A"/>
    <w:rsid w:val="008D51F8"/>
    <w:rsid w:val="008E618D"/>
    <w:rsid w:val="008E6C4D"/>
    <w:rsid w:val="008F120A"/>
    <w:rsid w:val="008F2780"/>
    <w:rsid w:val="00900954"/>
    <w:rsid w:val="009053AB"/>
    <w:rsid w:val="00913E9A"/>
    <w:rsid w:val="009156B2"/>
    <w:rsid w:val="009277BD"/>
    <w:rsid w:val="009373D5"/>
    <w:rsid w:val="009419FB"/>
    <w:rsid w:val="00942AC3"/>
    <w:rsid w:val="00943100"/>
    <w:rsid w:val="00943632"/>
    <w:rsid w:val="009442E8"/>
    <w:rsid w:val="00945D12"/>
    <w:rsid w:val="009503B4"/>
    <w:rsid w:val="0095443D"/>
    <w:rsid w:val="009557B2"/>
    <w:rsid w:val="00962FD1"/>
    <w:rsid w:val="00974207"/>
    <w:rsid w:val="0097504B"/>
    <w:rsid w:val="009757E1"/>
    <w:rsid w:val="00985C91"/>
    <w:rsid w:val="00990C0E"/>
    <w:rsid w:val="00990EDE"/>
    <w:rsid w:val="00992857"/>
    <w:rsid w:val="00993797"/>
    <w:rsid w:val="00995A47"/>
    <w:rsid w:val="00996404"/>
    <w:rsid w:val="0099677E"/>
    <w:rsid w:val="009A560C"/>
    <w:rsid w:val="009B6EDC"/>
    <w:rsid w:val="009C60D7"/>
    <w:rsid w:val="009D5F8C"/>
    <w:rsid w:val="009F29AA"/>
    <w:rsid w:val="009F77A5"/>
    <w:rsid w:val="00A03B91"/>
    <w:rsid w:val="00A072B7"/>
    <w:rsid w:val="00A13DA5"/>
    <w:rsid w:val="00A157BB"/>
    <w:rsid w:val="00A2203A"/>
    <w:rsid w:val="00A23D73"/>
    <w:rsid w:val="00A25607"/>
    <w:rsid w:val="00A25AD5"/>
    <w:rsid w:val="00A27FFC"/>
    <w:rsid w:val="00A40960"/>
    <w:rsid w:val="00A414D1"/>
    <w:rsid w:val="00A42CB7"/>
    <w:rsid w:val="00A50AAD"/>
    <w:rsid w:val="00A51CCD"/>
    <w:rsid w:val="00A51D37"/>
    <w:rsid w:val="00A54886"/>
    <w:rsid w:val="00A66FF0"/>
    <w:rsid w:val="00A736DB"/>
    <w:rsid w:val="00A75B6C"/>
    <w:rsid w:val="00A912CC"/>
    <w:rsid w:val="00A96B16"/>
    <w:rsid w:val="00AA3682"/>
    <w:rsid w:val="00AA41CC"/>
    <w:rsid w:val="00AA51B0"/>
    <w:rsid w:val="00AA7796"/>
    <w:rsid w:val="00AC05F4"/>
    <w:rsid w:val="00AC16DF"/>
    <w:rsid w:val="00AC3B16"/>
    <w:rsid w:val="00AC4FFA"/>
    <w:rsid w:val="00AC5D6B"/>
    <w:rsid w:val="00AC6BF0"/>
    <w:rsid w:val="00AC7920"/>
    <w:rsid w:val="00AD0798"/>
    <w:rsid w:val="00AD46A8"/>
    <w:rsid w:val="00AE145E"/>
    <w:rsid w:val="00AE28A9"/>
    <w:rsid w:val="00AE4143"/>
    <w:rsid w:val="00AE4E1F"/>
    <w:rsid w:val="00AE6987"/>
    <w:rsid w:val="00AE7E80"/>
    <w:rsid w:val="00AF090F"/>
    <w:rsid w:val="00AF2D5C"/>
    <w:rsid w:val="00AF4611"/>
    <w:rsid w:val="00AF4CFE"/>
    <w:rsid w:val="00AF6217"/>
    <w:rsid w:val="00AF71DA"/>
    <w:rsid w:val="00B00545"/>
    <w:rsid w:val="00B07666"/>
    <w:rsid w:val="00B12A14"/>
    <w:rsid w:val="00B31DC5"/>
    <w:rsid w:val="00B412C0"/>
    <w:rsid w:val="00B434C5"/>
    <w:rsid w:val="00B45D55"/>
    <w:rsid w:val="00B53314"/>
    <w:rsid w:val="00B57833"/>
    <w:rsid w:val="00B64E7B"/>
    <w:rsid w:val="00B65A7D"/>
    <w:rsid w:val="00B6762C"/>
    <w:rsid w:val="00B73EFD"/>
    <w:rsid w:val="00B746C3"/>
    <w:rsid w:val="00B76953"/>
    <w:rsid w:val="00B90F9F"/>
    <w:rsid w:val="00B922FA"/>
    <w:rsid w:val="00B95637"/>
    <w:rsid w:val="00BA4B2E"/>
    <w:rsid w:val="00BA617A"/>
    <w:rsid w:val="00BC7BBE"/>
    <w:rsid w:val="00BD4733"/>
    <w:rsid w:val="00BE074A"/>
    <w:rsid w:val="00BE08D1"/>
    <w:rsid w:val="00BE2CC1"/>
    <w:rsid w:val="00BE2F6F"/>
    <w:rsid w:val="00BE7FF6"/>
    <w:rsid w:val="00BF2903"/>
    <w:rsid w:val="00BF3106"/>
    <w:rsid w:val="00BF5D5A"/>
    <w:rsid w:val="00C01654"/>
    <w:rsid w:val="00C01E9F"/>
    <w:rsid w:val="00C03330"/>
    <w:rsid w:val="00C06641"/>
    <w:rsid w:val="00C12F5B"/>
    <w:rsid w:val="00C1332D"/>
    <w:rsid w:val="00C141CF"/>
    <w:rsid w:val="00C24179"/>
    <w:rsid w:val="00C3439C"/>
    <w:rsid w:val="00C34B6F"/>
    <w:rsid w:val="00C45FFE"/>
    <w:rsid w:val="00C475CC"/>
    <w:rsid w:val="00C479B7"/>
    <w:rsid w:val="00C47E85"/>
    <w:rsid w:val="00C576D1"/>
    <w:rsid w:val="00C641AC"/>
    <w:rsid w:val="00C663C1"/>
    <w:rsid w:val="00C72E2E"/>
    <w:rsid w:val="00C73AA8"/>
    <w:rsid w:val="00C74BF6"/>
    <w:rsid w:val="00C74DE9"/>
    <w:rsid w:val="00CA60B2"/>
    <w:rsid w:val="00CB3285"/>
    <w:rsid w:val="00CC6259"/>
    <w:rsid w:val="00CE0144"/>
    <w:rsid w:val="00CE0BC7"/>
    <w:rsid w:val="00CF0702"/>
    <w:rsid w:val="00CF3EA2"/>
    <w:rsid w:val="00CF461A"/>
    <w:rsid w:val="00CF4710"/>
    <w:rsid w:val="00CF71A7"/>
    <w:rsid w:val="00CF7D3D"/>
    <w:rsid w:val="00D0250F"/>
    <w:rsid w:val="00D031C6"/>
    <w:rsid w:val="00D060F2"/>
    <w:rsid w:val="00D11D7D"/>
    <w:rsid w:val="00D123C7"/>
    <w:rsid w:val="00D128B8"/>
    <w:rsid w:val="00D14E89"/>
    <w:rsid w:val="00D24EAB"/>
    <w:rsid w:val="00D267B9"/>
    <w:rsid w:val="00D35A0D"/>
    <w:rsid w:val="00D36286"/>
    <w:rsid w:val="00D4331C"/>
    <w:rsid w:val="00D47162"/>
    <w:rsid w:val="00D508B9"/>
    <w:rsid w:val="00D53442"/>
    <w:rsid w:val="00D557FB"/>
    <w:rsid w:val="00D55BFD"/>
    <w:rsid w:val="00D616D4"/>
    <w:rsid w:val="00D6338C"/>
    <w:rsid w:val="00D65534"/>
    <w:rsid w:val="00D72BB4"/>
    <w:rsid w:val="00D8196A"/>
    <w:rsid w:val="00D824C9"/>
    <w:rsid w:val="00D8406C"/>
    <w:rsid w:val="00D85252"/>
    <w:rsid w:val="00D934A8"/>
    <w:rsid w:val="00D93602"/>
    <w:rsid w:val="00D978BB"/>
    <w:rsid w:val="00DA3E01"/>
    <w:rsid w:val="00DA4CA4"/>
    <w:rsid w:val="00DA5E6F"/>
    <w:rsid w:val="00DB0925"/>
    <w:rsid w:val="00DB2856"/>
    <w:rsid w:val="00DB3B90"/>
    <w:rsid w:val="00DC2215"/>
    <w:rsid w:val="00DC2AFE"/>
    <w:rsid w:val="00DD438D"/>
    <w:rsid w:val="00DD77D0"/>
    <w:rsid w:val="00DD7F7B"/>
    <w:rsid w:val="00DF223C"/>
    <w:rsid w:val="00DF3647"/>
    <w:rsid w:val="00DF402D"/>
    <w:rsid w:val="00DF649E"/>
    <w:rsid w:val="00E0219F"/>
    <w:rsid w:val="00E10FCC"/>
    <w:rsid w:val="00E11962"/>
    <w:rsid w:val="00E162E7"/>
    <w:rsid w:val="00E17D59"/>
    <w:rsid w:val="00E20106"/>
    <w:rsid w:val="00E25A13"/>
    <w:rsid w:val="00E31F43"/>
    <w:rsid w:val="00E328AF"/>
    <w:rsid w:val="00E33819"/>
    <w:rsid w:val="00E360EA"/>
    <w:rsid w:val="00E40128"/>
    <w:rsid w:val="00E44F12"/>
    <w:rsid w:val="00E47D64"/>
    <w:rsid w:val="00E54601"/>
    <w:rsid w:val="00E62282"/>
    <w:rsid w:val="00E642A4"/>
    <w:rsid w:val="00E65596"/>
    <w:rsid w:val="00E675A8"/>
    <w:rsid w:val="00E67B9E"/>
    <w:rsid w:val="00E7108B"/>
    <w:rsid w:val="00E740B2"/>
    <w:rsid w:val="00E815BF"/>
    <w:rsid w:val="00E84122"/>
    <w:rsid w:val="00E84AC3"/>
    <w:rsid w:val="00E86889"/>
    <w:rsid w:val="00E9140D"/>
    <w:rsid w:val="00E9323F"/>
    <w:rsid w:val="00E966E5"/>
    <w:rsid w:val="00E96F2D"/>
    <w:rsid w:val="00E97245"/>
    <w:rsid w:val="00EA5424"/>
    <w:rsid w:val="00EA5E60"/>
    <w:rsid w:val="00EB2CF2"/>
    <w:rsid w:val="00EB3EC5"/>
    <w:rsid w:val="00EC1575"/>
    <w:rsid w:val="00EC454E"/>
    <w:rsid w:val="00ED03BF"/>
    <w:rsid w:val="00ED7434"/>
    <w:rsid w:val="00EF1244"/>
    <w:rsid w:val="00EF5054"/>
    <w:rsid w:val="00EF6A0B"/>
    <w:rsid w:val="00F01C08"/>
    <w:rsid w:val="00F046CE"/>
    <w:rsid w:val="00F078C8"/>
    <w:rsid w:val="00F106CE"/>
    <w:rsid w:val="00F164E4"/>
    <w:rsid w:val="00F177E7"/>
    <w:rsid w:val="00F35E22"/>
    <w:rsid w:val="00F42E4E"/>
    <w:rsid w:val="00F432A5"/>
    <w:rsid w:val="00F524CF"/>
    <w:rsid w:val="00F565D8"/>
    <w:rsid w:val="00F7251B"/>
    <w:rsid w:val="00F84768"/>
    <w:rsid w:val="00F85899"/>
    <w:rsid w:val="00F85FD2"/>
    <w:rsid w:val="00F90D01"/>
    <w:rsid w:val="00F96633"/>
    <w:rsid w:val="00FA336E"/>
    <w:rsid w:val="00FA6370"/>
    <w:rsid w:val="00FB1CAF"/>
    <w:rsid w:val="00FB1DBC"/>
    <w:rsid w:val="00FB38AF"/>
    <w:rsid w:val="00FB3FBE"/>
    <w:rsid w:val="00FB7A6B"/>
    <w:rsid w:val="00FB7D19"/>
    <w:rsid w:val="00FB7F2C"/>
    <w:rsid w:val="00FC0EE3"/>
    <w:rsid w:val="00FC1212"/>
    <w:rsid w:val="00FC17C3"/>
    <w:rsid w:val="00FC5995"/>
    <w:rsid w:val="00FC7092"/>
    <w:rsid w:val="00FC7B6A"/>
    <w:rsid w:val="00FF0025"/>
    <w:rsid w:val="00FF5704"/>
    <w:rsid w:val="00FF7431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E35D7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3E35D7"/>
    <w:pPr>
      <w:jc w:val="center"/>
    </w:pPr>
    <w:rPr>
      <w:b/>
      <w:i/>
      <w:sz w:val="24"/>
    </w:rPr>
  </w:style>
  <w:style w:type="paragraph" w:styleId="Header">
    <w:name w:val="header"/>
    <w:basedOn w:val="Normal"/>
    <w:rsid w:val="003E35D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E35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35D7"/>
  </w:style>
  <w:style w:type="table" w:styleId="TableGrid">
    <w:name w:val="Table Grid"/>
    <w:basedOn w:val="TableNormal"/>
    <w:uiPriority w:val="59"/>
    <w:rsid w:val="007D4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47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B2856"/>
    <w:rPr>
      <w:color w:val="808080"/>
    </w:rPr>
  </w:style>
  <w:style w:type="paragraph" w:styleId="BalloonText">
    <w:name w:val="Balloon Text"/>
    <w:basedOn w:val="Normal"/>
    <w:link w:val="BalloonTextChar"/>
    <w:rsid w:val="00DB28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11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6</cp:revision>
  <cp:lastPrinted>2019-07-02T09:54:00Z</cp:lastPrinted>
  <dcterms:created xsi:type="dcterms:W3CDTF">2019-07-02T09:45:00Z</dcterms:created>
  <dcterms:modified xsi:type="dcterms:W3CDTF">2019-07-02T09:55:00Z</dcterms:modified>
</cp:coreProperties>
</file>